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Pr="0009724C" w:rsidRDefault="000719BB" w:rsidP="006C2343">
      <w:pPr>
        <w:pStyle w:val="Titul2"/>
        <w:rPr>
          <w:color w:val="FF0000"/>
        </w:rPr>
      </w:pPr>
    </w:p>
    <w:p w14:paraId="73365075" w14:textId="77777777" w:rsidR="00826B7B" w:rsidRPr="0009724C" w:rsidRDefault="00826B7B" w:rsidP="006C2343">
      <w:pPr>
        <w:pStyle w:val="Titul2"/>
        <w:rPr>
          <w:color w:val="FF0000"/>
        </w:rPr>
      </w:pPr>
    </w:p>
    <w:p w14:paraId="05B998B6" w14:textId="77777777" w:rsidR="00DA1C67" w:rsidRPr="0009724C" w:rsidRDefault="00DA1C67" w:rsidP="006C2343">
      <w:pPr>
        <w:pStyle w:val="Titul2"/>
        <w:rPr>
          <w:color w:val="FF0000"/>
        </w:rPr>
      </w:pPr>
    </w:p>
    <w:p w14:paraId="3C242980" w14:textId="77777777" w:rsidR="003254A3" w:rsidRPr="00C03A1A" w:rsidRDefault="00BD76C3" w:rsidP="006C2343">
      <w:pPr>
        <w:pStyle w:val="Titul2"/>
      </w:pPr>
      <w:r w:rsidRPr="00C03A1A">
        <w:t>Příloha č. 2 c)</w:t>
      </w:r>
    </w:p>
    <w:p w14:paraId="5258F3DB" w14:textId="77777777" w:rsidR="003254A3" w:rsidRPr="00C03A1A" w:rsidRDefault="003254A3" w:rsidP="00AD0C7B">
      <w:pPr>
        <w:pStyle w:val="Titul2"/>
      </w:pPr>
    </w:p>
    <w:p w14:paraId="39900907" w14:textId="77777777" w:rsidR="00AD0C7B" w:rsidRPr="00C03A1A" w:rsidRDefault="00BD76C3" w:rsidP="006C2343">
      <w:pPr>
        <w:pStyle w:val="Titul1"/>
      </w:pPr>
      <w:r w:rsidRPr="00C03A1A">
        <w:t>Zvláštní</w:t>
      </w:r>
      <w:r w:rsidR="00AD0C7B" w:rsidRPr="00C03A1A">
        <w:t xml:space="preserve"> technické podmínky</w:t>
      </w:r>
    </w:p>
    <w:p w14:paraId="65B71DAB" w14:textId="77777777" w:rsidR="00AD0C7B" w:rsidRPr="00C03A1A" w:rsidRDefault="00AD0C7B" w:rsidP="00EB46E5">
      <w:pPr>
        <w:pStyle w:val="Titul2"/>
      </w:pPr>
    </w:p>
    <w:p w14:paraId="3CFA17F1" w14:textId="77777777" w:rsidR="00EB46E5" w:rsidRPr="00C03A1A" w:rsidRDefault="00EB46E5" w:rsidP="00BF54FE">
      <w:pPr>
        <w:pStyle w:val="Titul2"/>
      </w:pPr>
      <w:r w:rsidRPr="00C03A1A">
        <w:t>Zh</w:t>
      </w:r>
      <w:r w:rsidRPr="00C03A1A">
        <w:rPr>
          <w:rStyle w:val="Nzevakce"/>
          <w:b/>
        </w:rPr>
        <w:t>otov</w:t>
      </w:r>
      <w:r w:rsidRPr="00C03A1A">
        <w:t>en</w:t>
      </w:r>
      <w:r w:rsidR="00232000" w:rsidRPr="00C03A1A">
        <w:t xml:space="preserve">í stavby </w:t>
      </w:r>
    </w:p>
    <w:p w14:paraId="617544D3" w14:textId="77777777" w:rsidR="002007BA" w:rsidRPr="00C03A1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577E7FA4" w:rsidR="00BF54FE" w:rsidRPr="00C03A1A" w:rsidRDefault="00BB11A0" w:rsidP="006C2343">
          <w:pPr>
            <w:pStyle w:val="Tituldatum"/>
            <w:rPr>
              <w:rStyle w:val="Nzevakce"/>
            </w:rPr>
          </w:pPr>
          <w:r w:rsidRPr="00C03A1A">
            <w:rPr>
              <w:rStyle w:val="Nzevakce"/>
            </w:rPr>
            <w:t xml:space="preserve">Oprava </w:t>
          </w:r>
          <w:r w:rsidR="0009724C" w:rsidRPr="00C03A1A">
            <w:rPr>
              <w:rStyle w:val="Nzevakce"/>
            </w:rPr>
            <w:t>mostu v km 23,304 na trati Zastávka - Kralice</w:t>
          </w:r>
        </w:p>
      </w:sdtContent>
    </w:sdt>
    <w:p w14:paraId="6D99332D" w14:textId="77777777" w:rsidR="00BF54FE" w:rsidRPr="00C03A1A" w:rsidRDefault="00BF54FE" w:rsidP="006C2343">
      <w:pPr>
        <w:pStyle w:val="Tituldatum"/>
      </w:pPr>
    </w:p>
    <w:p w14:paraId="294D42DB" w14:textId="77777777" w:rsidR="009226C1" w:rsidRPr="00C03A1A" w:rsidRDefault="009226C1" w:rsidP="006C2343">
      <w:pPr>
        <w:pStyle w:val="Tituldatum"/>
      </w:pPr>
    </w:p>
    <w:p w14:paraId="140A88A1" w14:textId="77777777" w:rsidR="00DA1C67" w:rsidRPr="00C03A1A" w:rsidRDefault="00DA1C67" w:rsidP="006C2343">
      <w:pPr>
        <w:pStyle w:val="Tituldatum"/>
      </w:pPr>
    </w:p>
    <w:p w14:paraId="73283D63" w14:textId="77777777" w:rsidR="00DA1C67" w:rsidRPr="00C03A1A" w:rsidRDefault="00DA1C67" w:rsidP="006C2343">
      <w:pPr>
        <w:pStyle w:val="Tituldatum"/>
      </w:pPr>
    </w:p>
    <w:p w14:paraId="69C7E1F1" w14:textId="77777777" w:rsidR="003B111D" w:rsidRPr="00C03A1A" w:rsidRDefault="003B111D" w:rsidP="006C2343">
      <w:pPr>
        <w:pStyle w:val="Tituldatum"/>
      </w:pPr>
    </w:p>
    <w:p w14:paraId="3433D8CE" w14:textId="497D31FB" w:rsidR="00826B7B" w:rsidRPr="00C03A1A" w:rsidRDefault="006C2343" w:rsidP="006C2343">
      <w:pPr>
        <w:pStyle w:val="Tituldatum"/>
      </w:pPr>
      <w:r w:rsidRPr="00C03A1A">
        <w:t xml:space="preserve">Datum vydání: </w:t>
      </w:r>
      <w:r w:rsidRPr="00C03A1A">
        <w:tab/>
      </w:r>
      <w:r w:rsidR="0009724C" w:rsidRPr="00C03A1A">
        <w:t>31.0</w:t>
      </w:r>
      <w:r w:rsidR="005A1D5C" w:rsidRPr="00C03A1A">
        <w:t>8</w:t>
      </w:r>
      <w:r w:rsidR="0009724C" w:rsidRPr="00C03A1A">
        <w:t>.</w:t>
      </w:r>
      <w:r w:rsidR="00355A3E" w:rsidRPr="00C03A1A">
        <w:t>2023</w:t>
      </w:r>
      <w:r w:rsidR="0076790E" w:rsidRPr="00C03A1A">
        <w:t xml:space="preserve"> </w:t>
      </w:r>
    </w:p>
    <w:p w14:paraId="44113326" w14:textId="77777777" w:rsidR="00826B7B" w:rsidRPr="00C03A1A" w:rsidRDefault="00826B7B">
      <w:r w:rsidRPr="00C03A1A">
        <w:br w:type="page"/>
      </w:r>
    </w:p>
    <w:p w14:paraId="48629ED3" w14:textId="77777777" w:rsidR="00BD7E91" w:rsidRPr="00C03A1A" w:rsidRDefault="00BD7E91" w:rsidP="00B101FD">
      <w:pPr>
        <w:pStyle w:val="Nadpisbezsl1-1"/>
      </w:pPr>
      <w:r w:rsidRPr="00C03A1A">
        <w:lastRenderedPageBreak/>
        <w:t>Obsah</w:t>
      </w:r>
      <w:r w:rsidR="00887F36" w:rsidRPr="00C03A1A">
        <w:t xml:space="preserve"> </w:t>
      </w:r>
    </w:p>
    <w:p w14:paraId="62D4EC9D" w14:textId="7656E0A4" w:rsidR="00833AC0" w:rsidRPr="00C03A1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C03A1A">
        <w:fldChar w:fldCharType="begin"/>
      </w:r>
      <w:r w:rsidRPr="00C03A1A">
        <w:instrText xml:space="preserve"> TOC \o "1-2" \h \z \u </w:instrText>
      </w:r>
      <w:r w:rsidRPr="00C03A1A">
        <w:fldChar w:fldCharType="separate"/>
      </w:r>
      <w:hyperlink w:anchor="_Toc121494839" w:history="1">
        <w:r w:rsidR="00833AC0" w:rsidRPr="00C03A1A">
          <w:rPr>
            <w:rStyle w:val="Hypertextovodkaz"/>
            <w:color w:val="auto"/>
          </w:rPr>
          <w:t>SEZNAM ZKRATEK</w:t>
        </w:r>
        <w:r w:rsidR="00833AC0" w:rsidRPr="00C03A1A">
          <w:rPr>
            <w:noProof/>
            <w:webHidden/>
          </w:rPr>
          <w:tab/>
        </w:r>
        <w:r w:rsidR="00833AC0" w:rsidRPr="00C03A1A">
          <w:rPr>
            <w:noProof/>
            <w:webHidden/>
          </w:rPr>
          <w:fldChar w:fldCharType="begin"/>
        </w:r>
        <w:r w:rsidR="00833AC0" w:rsidRPr="00C03A1A">
          <w:rPr>
            <w:noProof/>
            <w:webHidden/>
          </w:rPr>
          <w:instrText xml:space="preserve"> PAGEREF _Toc121494839 \h </w:instrText>
        </w:r>
        <w:r w:rsidR="00833AC0" w:rsidRPr="00C03A1A">
          <w:rPr>
            <w:noProof/>
            <w:webHidden/>
          </w:rPr>
        </w:r>
        <w:r w:rsidR="00833AC0" w:rsidRPr="00C03A1A">
          <w:rPr>
            <w:noProof/>
            <w:webHidden/>
          </w:rPr>
          <w:fldChar w:fldCharType="separate"/>
        </w:r>
        <w:r w:rsidR="00833AC0" w:rsidRPr="00C03A1A">
          <w:rPr>
            <w:noProof/>
            <w:webHidden/>
          </w:rPr>
          <w:t>3</w:t>
        </w:r>
        <w:r w:rsidR="00833AC0" w:rsidRPr="00C03A1A">
          <w:rPr>
            <w:noProof/>
            <w:webHidden/>
          </w:rPr>
          <w:fldChar w:fldCharType="end"/>
        </w:r>
      </w:hyperlink>
    </w:p>
    <w:p w14:paraId="1D861F93" w14:textId="79D103F7" w:rsidR="00833AC0" w:rsidRPr="00C03A1A" w:rsidRDefault="005E193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0" w:history="1">
        <w:r w:rsidR="00833AC0" w:rsidRPr="00C03A1A">
          <w:rPr>
            <w:rStyle w:val="Hypertextovodkaz"/>
            <w:color w:val="auto"/>
          </w:rPr>
          <w:t>Pojmy a definice</w:t>
        </w:r>
        <w:r w:rsidR="00833AC0" w:rsidRPr="00C03A1A">
          <w:rPr>
            <w:noProof/>
            <w:webHidden/>
          </w:rPr>
          <w:tab/>
        </w:r>
        <w:r w:rsidR="00833AC0" w:rsidRPr="00C03A1A">
          <w:rPr>
            <w:noProof/>
            <w:webHidden/>
          </w:rPr>
          <w:fldChar w:fldCharType="begin"/>
        </w:r>
        <w:r w:rsidR="00833AC0" w:rsidRPr="00C03A1A">
          <w:rPr>
            <w:noProof/>
            <w:webHidden/>
          </w:rPr>
          <w:instrText xml:space="preserve"> PAGEREF _Toc121494840 \h </w:instrText>
        </w:r>
        <w:r w:rsidR="00833AC0" w:rsidRPr="00C03A1A">
          <w:rPr>
            <w:noProof/>
            <w:webHidden/>
          </w:rPr>
        </w:r>
        <w:r w:rsidR="00833AC0" w:rsidRPr="00C03A1A">
          <w:rPr>
            <w:noProof/>
            <w:webHidden/>
          </w:rPr>
          <w:fldChar w:fldCharType="separate"/>
        </w:r>
        <w:r w:rsidR="00833AC0" w:rsidRPr="00C03A1A">
          <w:rPr>
            <w:noProof/>
            <w:webHidden/>
          </w:rPr>
          <w:t>4</w:t>
        </w:r>
        <w:r w:rsidR="00833AC0" w:rsidRPr="00C03A1A">
          <w:rPr>
            <w:noProof/>
            <w:webHidden/>
          </w:rPr>
          <w:fldChar w:fldCharType="end"/>
        </w:r>
      </w:hyperlink>
    </w:p>
    <w:p w14:paraId="3D760A64" w14:textId="7FD47631" w:rsidR="00833AC0" w:rsidRPr="00C03A1A" w:rsidRDefault="005E193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1" w:history="1">
        <w:r w:rsidR="00833AC0" w:rsidRPr="00C03A1A">
          <w:rPr>
            <w:rStyle w:val="Hypertextovodkaz"/>
            <w:color w:val="auto"/>
          </w:rPr>
          <w:t>1.</w:t>
        </w:r>
        <w:r w:rsidR="00833AC0" w:rsidRPr="00C03A1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SPECIFIKACE PŘEDMĚTU DÍLA</w:t>
        </w:r>
        <w:r w:rsidR="00833AC0" w:rsidRPr="00C03A1A">
          <w:rPr>
            <w:noProof/>
            <w:webHidden/>
          </w:rPr>
          <w:tab/>
        </w:r>
        <w:r w:rsidR="00833AC0" w:rsidRPr="00C03A1A">
          <w:rPr>
            <w:noProof/>
            <w:webHidden/>
          </w:rPr>
          <w:fldChar w:fldCharType="begin"/>
        </w:r>
        <w:r w:rsidR="00833AC0" w:rsidRPr="00C03A1A">
          <w:rPr>
            <w:noProof/>
            <w:webHidden/>
          </w:rPr>
          <w:instrText xml:space="preserve"> PAGEREF _Toc121494841 \h </w:instrText>
        </w:r>
        <w:r w:rsidR="00833AC0" w:rsidRPr="00C03A1A">
          <w:rPr>
            <w:noProof/>
            <w:webHidden/>
          </w:rPr>
        </w:r>
        <w:r w:rsidR="00833AC0" w:rsidRPr="00C03A1A">
          <w:rPr>
            <w:noProof/>
            <w:webHidden/>
          </w:rPr>
          <w:fldChar w:fldCharType="separate"/>
        </w:r>
        <w:r w:rsidR="00833AC0" w:rsidRPr="00C03A1A">
          <w:rPr>
            <w:noProof/>
            <w:webHidden/>
          </w:rPr>
          <w:t>5</w:t>
        </w:r>
        <w:r w:rsidR="00833AC0" w:rsidRPr="00C03A1A">
          <w:rPr>
            <w:noProof/>
            <w:webHidden/>
          </w:rPr>
          <w:fldChar w:fldCharType="end"/>
        </w:r>
      </w:hyperlink>
    </w:p>
    <w:p w14:paraId="74797CCF" w14:textId="15EEE025" w:rsidR="00833AC0" w:rsidRPr="00C03A1A" w:rsidRDefault="005E19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2" w:history="1">
        <w:r w:rsidR="00833AC0" w:rsidRPr="00C03A1A">
          <w:rPr>
            <w:rStyle w:val="Hypertextovodkaz"/>
            <w:rFonts w:asciiTheme="majorHAnsi" w:hAnsiTheme="majorHAnsi"/>
            <w:color w:val="auto"/>
          </w:rPr>
          <w:t>1.1</w:t>
        </w:r>
        <w:r w:rsidR="00833AC0" w:rsidRPr="00C03A1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Účel a rozsah předmětu Díla</w:t>
        </w:r>
        <w:r w:rsidR="00833AC0" w:rsidRPr="00C03A1A">
          <w:rPr>
            <w:noProof/>
            <w:webHidden/>
          </w:rPr>
          <w:tab/>
        </w:r>
        <w:r w:rsidR="00833AC0" w:rsidRPr="00C03A1A">
          <w:rPr>
            <w:noProof/>
            <w:webHidden/>
          </w:rPr>
          <w:fldChar w:fldCharType="begin"/>
        </w:r>
        <w:r w:rsidR="00833AC0" w:rsidRPr="00C03A1A">
          <w:rPr>
            <w:noProof/>
            <w:webHidden/>
          </w:rPr>
          <w:instrText xml:space="preserve"> PAGEREF _Toc121494842 \h </w:instrText>
        </w:r>
        <w:r w:rsidR="00833AC0" w:rsidRPr="00C03A1A">
          <w:rPr>
            <w:noProof/>
            <w:webHidden/>
          </w:rPr>
        </w:r>
        <w:r w:rsidR="00833AC0" w:rsidRPr="00C03A1A">
          <w:rPr>
            <w:noProof/>
            <w:webHidden/>
          </w:rPr>
          <w:fldChar w:fldCharType="separate"/>
        </w:r>
        <w:r w:rsidR="00833AC0" w:rsidRPr="00C03A1A">
          <w:rPr>
            <w:noProof/>
            <w:webHidden/>
          </w:rPr>
          <w:t>5</w:t>
        </w:r>
        <w:r w:rsidR="00833AC0" w:rsidRPr="00C03A1A">
          <w:rPr>
            <w:noProof/>
            <w:webHidden/>
          </w:rPr>
          <w:fldChar w:fldCharType="end"/>
        </w:r>
      </w:hyperlink>
    </w:p>
    <w:p w14:paraId="73B61346" w14:textId="3208DE9A" w:rsidR="00833AC0" w:rsidRPr="00C03A1A" w:rsidRDefault="005E19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3" w:history="1">
        <w:r w:rsidR="00833AC0" w:rsidRPr="00C03A1A">
          <w:rPr>
            <w:rStyle w:val="Hypertextovodkaz"/>
            <w:rFonts w:asciiTheme="majorHAnsi" w:hAnsiTheme="majorHAnsi"/>
            <w:color w:val="auto"/>
          </w:rPr>
          <w:t>1.2</w:t>
        </w:r>
        <w:r w:rsidR="00833AC0" w:rsidRPr="00C03A1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Umístění stavby</w:t>
        </w:r>
        <w:r w:rsidR="00833AC0" w:rsidRPr="00C03A1A">
          <w:rPr>
            <w:noProof/>
            <w:webHidden/>
          </w:rPr>
          <w:tab/>
        </w:r>
        <w:r w:rsidR="00833AC0" w:rsidRPr="00C03A1A">
          <w:rPr>
            <w:noProof/>
            <w:webHidden/>
          </w:rPr>
          <w:fldChar w:fldCharType="begin"/>
        </w:r>
        <w:r w:rsidR="00833AC0" w:rsidRPr="00C03A1A">
          <w:rPr>
            <w:noProof/>
            <w:webHidden/>
          </w:rPr>
          <w:instrText xml:space="preserve"> PAGEREF _Toc121494843 \h </w:instrText>
        </w:r>
        <w:r w:rsidR="00833AC0" w:rsidRPr="00C03A1A">
          <w:rPr>
            <w:noProof/>
            <w:webHidden/>
          </w:rPr>
        </w:r>
        <w:r w:rsidR="00833AC0" w:rsidRPr="00C03A1A">
          <w:rPr>
            <w:noProof/>
            <w:webHidden/>
          </w:rPr>
          <w:fldChar w:fldCharType="separate"/>
        </w:r>
        <w:r w:rsidR="00833AC0" w:rsidRPr="00C03A1A">
          <w:rPr>
            <w:noProof/>
            <w:webHidden/>
          </w:rPr>
          <w:t>5</w:t>
        </w:r>
        <w:r w:rsidR="00833AC0" w:rsidRPr="00C03A1A">
          <w:rPr>
            <w:noProof/>
            <w:webHidden/>
          </w:rPr>
          <w:fldChar w:fldCharType="end"/>
        </w:r>
      </w:hyperlink>
    </w:p>
    <w:p w14:paraId="2B0E4ADC" w14:textId="1177119F" w:rsidR="00833AC0" w:rsidRPr="00C03A1A" w:rsidRDefault="005E193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4" w:history="1">
        <w:r w:rsidR="00833AC0" w:rsidRPr="00C03A1A">
          <w:rPr>
            <w:rStyle w:val="Hypertextovodkaz"/>
            <w:color w:val="auto"/>
          </w:rPr>
          <w:t>2.</w:t>
        </w:r>
        <w:r w:rsidR="00833AC0" w:rsidRPr="00C03A1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PŘEHLED VÝCHOZÍCH PODKLADŮ</w:t>
        </w:r>
        <w:r w:rsidR="00833AC0" w:rsidRPr="00C03A1A">
          <w:rPr>
            <w:noProof/>
            <w:webHidden/>
          </w:rPr>
          <w:tab/>
        </w:r>
        <w:r w:rsidR="00833AC0" w:rsidRPr="00C03A1A">
          <w:rPr>
            <w:noProof/>
            <w:webHidden/>
          </w:rPr>
          <w:fldChar w:fldCharType="begin"/>
        </w:r>
        <w:r w:rsidR="00833AC0" w:rsidRPr="00C03A1A">
          <w:rPr>
            <w:noProof/>
            <w:webHidden/>
          </w:rPr>
          <w:instrText xml:space="preserve"> PAGEREF _Toc121494844 \h </w:instrText>
        </w:r>
        <w:r w:rsidR="00833AC0" w:rsidRPr="00C03A1A">
          <w:rPr>
            <w:noProof/>
            <w:webHidden/>
          </w:rPr>
        </w:r>
        <w:r w:rsidR="00833AC0" w:rsidRPr="00C03A1A">
          <w:rPr>
            <w:noProof/>
            <w:webHidden/>
          </w:rPr>
          <w:fldChar w:fldCharType="separate"/>
        </w:r>
        <w:r w:rsidR="00833AC0" w:rsidRPr="00C03A1A">
          <w:rPr>
            <w:noProof/>
            <w:webHidden/>
          </w:rPr>
          <w:t>5</w:t>
        </w:r>
        <w:r w:rsidR="00833AC0" w:rsidRPr="00C03A1A">
          <w:rPr>
            <w:noProof/>
            <w:webHidden/>
          </w:rPr>
          <w:fldChar w:fldCharType="end"/>
        </w:r>
      </w:hyperlink>
    </w:p>
    <w:p w14:paraId="5E5A9916" w14:textId="34437A22" w:rsidR="00833AC0" w:rsidRPr="00C03A1A" w:rsidRDefault="005E19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5" w:history="1">
        <w:r w:rsidR="00833AC0" w:rsidRPr="00C03A1A">
          <w:rPr>
            <w:rStyle w:val="Hypertextovodkaz"/>
            <w:rFonts w:asciiTheme="majorHAnsi" w:hAnsiTheme="majorHAnsi"/>
            <w:color w:val="auto"/>
          </w:rPr>
          <w:t>2.1</w:t>
        </w:r>
        <w:r w:rsidR="00833AC0" w:rsidRPr="00C03A1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Projektová dokumentace</w:t>
        </w:r>
        <w:r w:rsidR="00833AC0" w:rsidRPr="00C03A1A">
          <w:rPr>
            <w:noProof/>
            <w:webHidden/>
          </w:rPr>
          <w:tab/>
        </w:r>
        <w:r w:rsidR="00833AC0" w:rsidRPr="00C03A1A">
          <w:rPr>
            <w:noProof/>
            <w:webHidden/>
          </w:rPr>
          <w:fldChar w:fldCharType="begin"/>
        </w:r>
        <w:r w:rsidR="00833AC0" w:rsidRPr="00C03A1A">
          <w:rPr>
            <w:noProof/>
            <w:webHidden/>
          </w:rPr>
          <w:instrText xml:space="preserve"> PAGEREF _Toc121494845 \h </w:instrText>
        </w:r>
        <w:r w:rsidR="00833AC0" w:rsidRPr="00C03A1A">
          <w:rPr>
            <w:noProof/>
            <w:webHidden/>
          </w:rPr>
        </w:r>
        <w:r w:rsidR="00833AC0" w:rsidRPr="00C03A1A">
          <w:rPr>
            <w:noProof/>
            <w:webHidden/>
          </w:rPr>
          <w:fldChar w:fldCharType="separate"/>
        </w:r>
        <w:r w:rsidR="00833AC0" w:rsidRPr="00C03A1A">
          <w:rPr>
            <w:noProof/>
            <w:webHidden/>
          </w:rPr>
          <w:t>5</w:t>
        </w:r>
        <w:r w:rsidR="00833AC0" w:rsidRPr="00C03A1A">
          <w:rPr>
            <w:noProof/>
            <w:webHidden/>
          </w:rPr>
          <w:fldChar w:fldCharType="end"/>
        </w:r>
      </w:hyperlink>
    </w:p>
    <w:p w14:paraId="54AFBF8D" w14:textId="4650DEA1" w:rsidR="00833AC0" w:rsidRPr="00C03A1A" w:rsidRDefault="005E19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6" w:history="1">
        <w:r w:rsidR="00833AC0" w:rsidRPr="00C03A1A">
          <w:rPr>
            <w:rStyle w:val="Hypertextovodkaz"/>
            <w:rFonts w:asciiTheme="majorHAnsi" w:hAnsiTheme="majorHAnsi"/>
            <w:color w:val="auto"/>
          </w:rPr>
          <w:t>2.2</w:t>
        </w:r>
        <w:r w:rsidR="00833AC0" w:rsidRPr="00C03A1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Související dokumentace</w:t>
        </w:r>
        <w:r w:rsidR="00833AC0" w:rsidRPr="00C03A1A">
          <w:rPr>
            <w:noProof/>
            <w:webHidden/>
          </w:rPr>
          <w:tab/>
        </w:r>
        <w:r w:rsidR="00833AC0" w:rsidRPr="00C03A1A">
          <w:rPr>
            <w:noProof/>
            <w:webHidden/>
          </w:rPr>
          <w:fldChar w:fldCharType="begin"/>
        </w:r>
        <w:r w:rsidR="00833AC0" w:rsidRPr="00C03A1A">
          <w:rPr>
            <w:noProof/>
            <w:webHidden/>
          </w:rPr>
          <w:instrText xml:space="preserve"> PAGEREF _Toc121494846 \h </w:instrText>
        </w:r>
        <w:r w:rsidR="00833AC0" w:rsidRPr="00C03A1A">
          <w:rPr>
            <w:noProof/>
            <w:webHidden/>
          </w:rPr>
        </w:r>
        <w:r w:rsidR="00833AC0" w:rsidRPr="00C03A1A">
          <w:rPr>
            <w:noProof/>
            <w:webHidden/>
          </w:rPr>
          <w:fldChar w:fldCharType="separate"/>
        </w:r>
        <w:r w:rsidR="00833AC0" w:rsidRPr="00C03A1A">
          <w:rPr>
            <w:noProof/>
            <w:webHidden/>
          </w:rPr>
          <w:t>5</w:t>
        </w:r>
        <w:r w:rsidR="00833AC0" w:rsidRPr="00C03A1A">
          <w:rPr>
            <w:noProof/>
            <w:webHidden/>
          </w:rPr>
          <w:fldChar w:fldCharType="end"/>
        </w:r>
      </w:hyperlink>
    </w:p>
    <w:p w14:paraId="755466E6" w14:textId="02A3BA08" w:rsidR="00833AC0" w:rsidRPr="00C03A1A" w:rsidRDefault="005E193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7" w:history="1">
        <w:r w:rsidR="00833AC0" w:rsidRPr="00C03A1A">
          <w:rPr>
            <w:rStyle w:val="Hypertextovodkaz"/>
            <w:color w:val="auto"/>
          </w:rPr>
          <w:t>3.</w:t>
        </w:r>
        <w:r w:rsidR="00833AC0" w:rsidRPr="00C03A1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KOORDINACE S JINÝMI STAVBAMI</w:t>
        </w:r>
        <w:r w:rsidR="00833AC0" w:rsidRPr="00C03A1A">
          <w:rPr>
            <w:noProof/>
            <w:webHidden/>
          </w:rPr>
          <w:tab/>
        </w:r>
        <w:r w:rsidR="0068532E" w:rsidRPr="00C03A1A">
          <w:rPr>
            <w:noProof/>
            <w:webHidden/>
          </w:rPr>
          <w:t>5</w:t>
        </w:r>
      </w:hyperlink>
    </w:p>
    <w:p w14:paraId="41FC8E39" w14:textId="41BC14C3" w:rsidR="00833AC0" w:rsidRPr="00C03A1A" w:rsidRDefault="005E193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8" w:history="1">
        <w:r w:rsidR="00833AC0" w:rsidRPr="00C03A1A">
          <w:rPr>
            <w:rStyle w:val="Hypertextovodkaz"/>
            <w:color w:val="auto"/>
          </w:rPr>
          <w:t>4.</w:t>
        </w:r>
        <w:r w:rsidR="00833AC0" w:rsidRPr="00C03A1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Zvláštní TECHNICKÉ podmímky a požadavky na PROVEDENÍ DÍLA</w:t>
        </w:r>
        <w:r w:rsidR="00833AC0" w:rsidRPr="00C03A1A">
          <w:rPr>
            <w:noProof/>
            <w:webHidden/>
          </w:rPr>
          <w:tab/>
        </w:r>
        <w:r w:rsidR="0068532E" w:rsidRPr="00C03A1A">
          <w:rPr>
            <w:noProof/>
            <w:webHidden/>
          </w:rPr>
          <w:t>5</w:t>
        </w:r>
      </w:hyperlink>
    </w:p>
    <w:p w14:paraId="10E9068A" w14:textId="794807EB" w:rsidR="00833AC0" w:rsidRPr="00C03A1A" w:rsidRDefault="005E19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9" w:history="1">
        <w:r w:rsidR="00833AC0" w:rsidRPr="00C03A1A">
          <w:rPr>
            <w:rStyle w:val="Hypertextovodkaz"/>
            <w:rFonts w:asciiTheme="majorHAnsi" w:hAnsiTheme="majorHAnsi"/>
            <w:color w:val="auto"/>
          </w:rPr>
          <w:t>4.1</w:t>
        </w:r>
        <w:r w:rsidR="00833AC0" w:rsidRPr="00C03A1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Všeobecně</w:t>
        </w:r>
        <w:r w:rsidR="00833AC0" w:rsidRPr="00C03A1A">
          <w:rPr>
            <w:noProof/>
            <w:webHidden/>
          </w:rPr>
          <w:tab/>
        </w:r>
        <w:r w:rsidR="0068532E" w:rsidRPr="00C03A1A">
          <w:rPr>
            <w:noProof/>
            <w:webHidden/>
          </w:rPr>
          <w:t>5</w:t>
        </w:r>
      </w:hyperlink>
    </w:p>
    <w:p w14:paraId="56AC89D7" w14:textId="48A1CCB6" w:rsidR="00833AC0" w:rsidRPr="00C03A1A" w:rsidRDefault="005E19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0" w:history="1">
        <w:r w:rsidR="00833AC0" w:rsidRPr="00C03A1A">
          <w:rPr>
            <w:rStyle w:val="Hypertextovodkaz"/>
            <w:rFonts w:asciiTheme="majorHAnsi" w:hAnsiTheme="majorHAnsi"/>
            <w:color w:val="auto"/>
          </w:rPr>
          <w:t>4.2</w:t>
        </w:r>
        <w:r w:rsidR="00833AC0" w:rsidRPr="00C03A1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Zeměměřická činnost zhotovitele</w:t>
        </w:r>
        <w:r w:rsidR="00833AC0" w:rsidRPr="00C03A1A">
          <w:rPr>
            <w:noProof/>
            <w:webHidden/>
          </w:rPr>
          <w:tab/>
        </w:r>
        <w:r w:rsidR="0068532E" w:rsidRPr="00C03A1A">
          <w:rPr>
            <w:noProof/>
            <w:webHidden/>
          </w:rPr>
          <w:t>11</w:t>
        </w:r>
      </w:hyperlink>
    </w:p>
    <w:p w14:paraId="3430CF4E" w14:textId="0317C06D" w:rsidR="00833AC0" w:rsidRPr="00C03A1A" w:rsidRDefault="005E19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1" w:history="1">
        <w:r w:rsidR="00833AC0" w:rsidRPr="00C03A1A">
          <w:rPr>
            <w:rStyle w:val="Hypertextovodkaz"/>
            <w:rFonts w:asciiTheme="majorHAnsi" w:hAnsiTheme="majorHAnsi"/>
            <w:color w:val="auto"/>
          </w:rPr>
          <w:t>4.3</w:t>
        </w:r>
        <w:r w:rsidR="00833AC0" w:rsidRPr="00C03A1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Doklady překládané zhotovitelem</w:t>
        </w:r>
        <w:r w:rsidR="00833AC0" w:rsidRPr="00C03A1A">
          <w:rPr>
            <w:noProof/>
            <w:webHidden/>
          </w:rPr>
          <w:tab/>
        </w:r>
        <w:r w:rsidR="0068532E" w:rsidRPr="00C03A1A">
          <w:rPr>
            <w:noProof/>
            <w:webHidden/>
          </w:rPr>
          <w:t>12</w:t>
        </w:r>
      </w:hyperlink>
    </w:p>
    <w:p w14:paraId="4F8DA0C7" w14:textId="066D7A9F" w:rsidR="00833AC0" w:rsidRPr="00C03A1A" w:rsidRDefault="005E19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2" w:history="1">
        <w:r w:rsidR="00833AC0" w:rsidRPr="00C03A1A">
          <w:rPr>
            <w:rStyle w:val="Hypertextovodkaz"/>
            <w:rFonts w:asciiTheme="majorHAnsi" w:hAnsiTheme="majorHAnsi"/>
            <w:color w:val="auto"/>
          </w:rPr>
          <w:t>4.4</w:t>
        </w:r>
        <w:r w:rsidR="00833AC0" w:rsidRPr="00C03A1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532E" w:rsidRPr="00C03A1A">
          <w:rPr>
            <w:rStyle w:val="Hypertextovodkaz"/>
            <w:rFonts w:asciiTheme="majorHAnsi" w:hAnsiTheme="majorHAnsi"/>
            <w:color w:val="auto"/>
          </w:rPr>
          <w:t>Dokumentace zhotovitele pro stavbu</w:t>
        </w:r>
        <w:r w:rsidR="00833AC0" w:rsidRPr="00C03A1A">
          <w:rPr>
            <w:noProof/>
            <w:webHidden/>
          </w:rPr>
          <w:tab/>
        </w:r>
        <w:r w:rsidR="0068532E" w:rsidRPr="00C03A1A">
          <w:rPr>
            <w:noProof/>
            <w:webHidden/>
          </w:rPr>
          <w:t>12</w:t>
        </w:r>
      </w:hyperlink>
    </w:p>
    <w:p w14:paraId="075DCA0A" w14:textId="317A352D" w:rsidR="00833AC0" w:rsidRPr="00C03A1A" w:rsidRDefault="005E19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3" w:history="1">
        <w:r w:rsidR="00833AC0" w:rsidRPr="00C03A1A">
          <w:rPr>
            <w:rStyle w:val="Hypertextovodkaz"/>
            <w:rFonts w:asciiTheme="majorHAnsi" w:hAnsiTheme="majorHAnsi"/>
            <w:color w:val="auto"/>
          </w:rPr>
          <w:t>4.5</w:t>
        </w:r>
        <w:r w:rsidR="00833AC0" w:rsidRPr="00C03A1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Dokumentace skutečného provedení stavby</w:t>
        </w:r>
        <w:r w:rsidR="00833AC0" w:rsidRPr="00C03A1A">
          <w:rPr>
            <w:noProof/>
            <w:webHidden/>
          </w:rPr>
          <w:tab/>
        </w:r>
        <w:r w:rsidR="0068532E" w:rsidRPr="00C03A1A">
          <w:rPr>
            <w:noProof/>
            <w:webHidden/>
          </w:rPr>
          <w:t>13</w:t>
        </w:r>
      </w:hyperlink>
    </w:p>
    <w:p w14:paraId="0707971B" w14:textId="5D500F93" w:rsidR="00833AC0" w:rsidRPr="00C03A1A" w:rsidRDefault="005E19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8" w:history="1">
        <w:r w:rsidR="00833AC0" w:rsidRPr="00C03A1A">
          <w:rPr>
            <w:rStyle w:val="Hypertextovodkaz"/>
            <w:rFonts w:asciiTheme="majorHAnsi" w:hAnsiTheme="majorHAnsi"/>
            <w:color w:val="auto"/>
          </w:rPr>
          <w:t>4.</w:t>
        </w:r>
        <w:r w:rsidR="0068532E" w:rsidRPr="00C03A1A">
          <w:rPr>
            <w:rStyle w:val="Hypertextovodkaz"/>
            <w:rFonts w:asciiTheme="majorHAnsi" w:hAnsiTheme="majorHAnsi"/>
            <w:color w:val="auto"/>
          </w:rPr>
          <w:t>6</w:t>
        </w:r>
        <w:r w:rsidR="00833AC0" w:rsidRPr="00C03A1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532E" w:rsidRPr="00C03A1A">
          <w:rPr>
            <w:rStyle w:val="Hypertextovodkaz"/>
            <w:rFonts w:asciiTheme="majorHAnsi" w:hAnsiTheme="majorHAnsi"/>
            <w:color w:val="auto"/>
          </w:rPr>
          <w:t>Železniční svršek</w:t>
        </w:r>
        <w:r w:rsidR="00833AC0" w:rsidRPr="00C03A1A">
          <w:rPr>
            <w:noProof/>
            <w:webHidden/>
          </w:rPr>
          <w:tab/>
        </w:r>
        <w:r w:rsidR="0068532E" w:rsidRPr="00C03A1A">
          <w:rPr>
            <w:noProof/>
            <w:webHidden/>
          </w:rPr>
          <w:t>13</w:t>
        </w:r>
      </w:hyperlink>
    </w:p>
    <w:p w14:paraId="36742B9B" w14:textId="28992698" w:rsidR="00833AC0" w:rsidRPr="00C03A1A" w:rsidRDefault="005E193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70" w:history="1">
        <w:r w:rsidR="00833AC0" w:rsidRPr="00C03A1A">
          <w:rPr>
            <w:rStyle w:val="Hypertextovodkaz"/>
            <w:rFonts w:asciiTheme="majorHAnsi" w:hAnsiTheme="majorHAnsi"/>
            <w:color w:val="auto"/>
          </w:rPr>
          <w:t>4.</w:t>
        </w:r>
        <w:r w:rsidR="0068532E" w:rsidRPr="00C03A1A">
          <w:rPr>
            <w:rStyle w:val="Hypertextovodkaz"/>
            <w:rFonts w:asciiTheme="majorHAnsi" w:hAnsiTheme="majorHAnsi"/>
            <w:color w:val="auto"/>
          </w:rPr>
          <w:t>7</w:t>
        </w:r>
        <w:r w:rsidR="00833AC0" w:rsidRPr="00C03A1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Životní prostředí</w:t>
        </w:r>
        <w:r w:rsidR="00833AC0" w:rsidRPr="00C03A1A">
          <w:rPr>
            <w:noProof/>
            <w:webHidden/>
          </w:rPr>
          <w:tab/>
        </w:r>
        <w:r w:rsidR="00833AC0" w:rsidRPr="00C03A1A">
          <w:rPr>
            <w:noProof/>
            <w:webHidden/>
          </w:rPr>
          <w:fldChar w:fldCharType="begin"/>
        </w:r>
        <w:r w:rsidR="00833AC0" w:rsidRPr="00C03A1A">
          <w:rPr>
            <w:noProof/>
            <w:webHidden/>
          </w:rPr>
          <w:instrText xml:space="preserve"> PAGEREF _Toc121494870 \h </w:instrText>
        </w:r>
        <w:r w:rsidR="00833AC0" w:rsidRPr="00C03A1A">
          <w:rPr>
            <w:noProof/>
            <w:webHidden/>
          </w:rPr>
        </w:r>
        <w:r w:rsidR="00833AC0" w:rsidRPr="00C03A1A">
          <w:rPr>
            <w:noProof/>
            <w:webHidden/>
          </w:rPr>
          <w:fldChar w:fldCharType="separate"/>
        </w:r>
        <w:r w:rsidR="00833AC0" w:rsidRPr="00C03A1A">
          <w:rPr>
            <w:noProof/>
            <w:webHidden/>
          </w:rPr>
          <w:t>23</w:t>
        </w:r>
        <w:r w:rsidR="00833AC0" w:rsidRPr="00C03A1A">
          <w:rPr>
            <w:noProof/>
            <w:webHidden/>
          </w:rPr>
          <w:fldChar w:fldCharType="end"/>
        </w:r>
      </w:hyperlink>
    </w:p>
    <w:p w14:paraId="21B99F25" w14:textId="6314114E" w:rsidR="00833AC0" w:rsidRPr="00C03A1A" w:rsidRDefault="005E193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1" w:history="1">
        <w:r w:rsidR="00833AC0" w:rsidRPr="00C03A1A">
          <w:rPr>
            <w:rStyle w:val="Hypertextovodkaz"/>
            <w:color w:val="auto"/>
          </w:rPr>
          <w:t>5.</w:t>
        </w:r>
        <w:r w:rsidR="00833AC0" w:rsidRPr="00C03A1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ORGANIZACE VÝSTAVBY, VÝLUKY</w:t>
        </w:r>
        <w:r w:rsidR="00833AC0" w:rsidRPr="00C03A1A">
          <w:rPr>
            <w:noProof/>
            <w:webHidden/>
          </w:rPr>
          <w:tab/>
        </w:r>
        <w:r w:rsidR="00833AC0" w:rsidRPr="00C03A1A">
          <w:rPr>
            <w:noProof/>
            <w:webHidden/>
          </w:rPr>
          <w:fldChar w:fldCharType="begin"/>
        </w:r>
        <w:r w:rsidR="00833AC0" w:rsidRPr="00C03A1A">
          <w:rPr>
            <w:noProof/>
            <w:webHidden/>
          </w:rPr>
          <w:instrText xml:space="preserve"> PAGEREF _Toc121494871 \h </w:instrText>
        </w:r>
        <w:r w:rsidR="00833AC0" w:rsidRPr="00C03A1A">
          <w:rPr>
            <w:noProof/>
            <w:webHidden/>
          </w:rPr>
        </w:r>
        <w:r w:rsidR="00833AC0" w:rsidRPr="00C03A1A">
          <w:rPr>
            <w:noProof/>
            <w:webHidden/>
          </w:rPr>
          <w:fldChar w:fldCharType="separate"/>
        </w:r>
        <w:r w:rsidR="00833AC0" w:rsidRPr="00C03A1A">
          <w:rPr>
            <w:noProof/>
            <w:webHidden/>
          </w:rPr>
          <w:t>25</w:t>
        </w:r>
        <w:r w:rsidR="00833AC0" w:rsidRPr="00C03A1A">
          <w:rPr>
            <w:noProof/>
            <w:webHidden/>
          </w:rPr>
          <w:fldChar w:fldCharType="end"/>
        </w:r>
      </w:hyperlink>
    </w:p>
    <w:p w14:paraId="691B0D01" w14:textId="719E1A92" w:rsidR="00833AC0" w:rsidRPr="00C03A1A" w:rsidRDefault="005E193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2" w:history="1">
        <w:r w:rsidR="00833AC0" w:rsidRPr="00C03A1A">
          <w:rPr>
            <w:rStyle w:val="Hypertextovodkaz"/>
            <w:color w:val="auto"/>
          </w:rPr>
          <w:t>6.</w:t>
        </w:r>
        <w:r w:rsidR="00833AC0" w:rsidRPr="00C03A1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SOUVISEJÍCÍ DOKUMENTY A PŘEDPISY</w:t>
        </w:r>
        <w:r w:rsidR="00833AC0" w:rsidRPr="00C03A1A">
          <w:rPr>
            <w:noProof/>
            <w:webHidden/>
          </w:rPr>
          <w:tab/>
        </w:r>
        <w:r w:rsidR="00833AC0" w:rsidRPr="00C03A1A">
          <w:rPr>
            <w:noProof/>
            <w:webHidden/>
          </w:rPr>
          <w:fldChar w:fldCharType="begin"/>
        </w:r>
        <w:r w:rsidR="00833AC0" w:rsidRPr="00C03A1A">
          <w:rPr>
            <w:noProof/>
            <w:webHidden/>
          </w:rPr>
          <w:instrText xml:space="preserve"> PAGEREF _Toc121494872 \h </w:instrText>
        </w:r>
        <w:r w:rsidR="00833AC0" w:rsidRPr="00C03A1A">
          <w:rPr>
            <w:noProof/>
            <w:webHidden/>
          </w:rPr>
        </w:r>
        <w:r w:rsidR="00833AC0" w:rsidRPr="00C03A1A">
          <w:rPr>
            <w:noProof/>
            <w:webHidden/>
          </w:rPr>
          <w:fldChar w:fldCharType="separate"/>
        </w:r>
        <w:r w:rsidR="00833AC0" w:rsidRPr="00C03A1A">
          <w:rPr>
            <w:noProof/>
            <w:webHidden/>
          </w:rPr>
          <w:t>26</w:t>
        </w:r>
        <w:r w:rsidR="00833AC0" w:rsidRPr="00C03A1A">
          <w:rPr>
            <w:noProof/>
            <w:webHidden/>
          </w:rPr>
          <w:fldChar w:fldCharType="end"/>
        </w:r>
      </w:hyperlink>
    </w:p>
    <w:p w14:paraId="4DCED2E7" w14:textId="0EC7696D" w:rsidR="00833AC0" w:rsidRPr="00C03A1A" w:rsidRDefault="005E193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3" w:history="1">
        <w:r w:rsidR="00833AC0" w:rsidRPr="00C03A1A">
          <w:rPr>
            <w:rStyle w:val="Hypertextovodkaz"/>
            <w:color w:val="auto"/>
          </w:rPr>
          <w:t>7.</w:t>
        </w:r>
        <w:r w:rsidR="00833AC0" w:rsidRPr="00C03A1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C03A1A">
          <w:rPr>
            <w:rStyle w:val="Hypertextovodkaz"/>
            <w:color w:val="auto"/>
          </w:rPr>
          <w:t>PŘÍLOHY</w:t>
        </w:r>
        <w:r w:rsidR="00833AC0" w:rsidRPr="00C03A1A">
          <w:rPr>
            <w:noProof/>
            <w:webHidden/>
          </w:rPr>
          <w:tab/>
        </w:r>
        <w:r w:rsidR="00833AC0" w:rsidRPr="00C03A1A">
          <w:rPr>
            <w:noProof/>
            <w:webHidden/>
          </w:rPr>
          <w:fldChar w:fldCharType="begin"/>
        </w:r>
        <w:r w:rsidR="00833AC0" w:rsidRPr="00C03A1A">
          <w:rPr>
            <w:noProof/>
            <w:webHidden/>
          </w:rPr>
          <w:instrText xml:space="preserve"> PAGEREF _Toc121494873 \h </w:instrText>
        </w:r>
        <w:r w:rsidR="00833AC0" w:rsidRPr="00C03A1A">
          <w:rPr>
            <w:noProof/>
            <w:webHidden/>
          </w:rPr>
        </w:r>
        <w:r w:rsidR="00833AC0" w:rsidRPr="00C03A1A">
          <w:rPr>
            <w:noProof/>
            <w:webHidden/>
          </w:rPr>
          <w:fldChar w:fldCharType="separate"/>
        </w:r>
        <w:r w:rsidR="00833AC0" w:rsidRPr="00C03A1A">
          <w:rPr>
            <w:noProof/>
            <w:webHidden/>
          </w:rPr>
          <w:t>26</w:t>
        </w:r>
        <w:r w:rsidR="00833AC0" w:rsidRPr="00C03A1A">
          <w:rPr>
            <w:noProof/>
            <w:webHidden/>
          </w:rPr>
          <w:fldChar w:fldCharType="end"/>
        </w:r>
      </w:hyperlink>
    </w:p>
    <w:p w14:paraId="30D8D7FD" w14:textId="07765CDB" w:rsidR="00AD0C7B" w:rsidRPr="00C03A1A" w:rsidRDefault="00BD7E91" w:rsidP="008D03B9">
      <w:r w:rsidRPr="00C03A1A">
        <w:fldChar w:fldCharType="end"/>
      </w:r>
    </w:p>
    <w:p w14:paraId="5E492BC7" w14:textId="77777777" w:rsidR="00AD0C7B" w:rsidRPr="00C03A1A" w:rsidRDefault="00AD0C7B" w:rsidP="00DA1C67">
      <w:pPr>
        <w:pStyle w:val="Nadpisbezsl1-1"/>
        <w:outlineLvl w:val="0"/>
      </w:pPr>
      <w:bookmarkStart w:id="0" w:name="_Toc121494839"/>
      <w:bookmarkStart w:id="1" w:name="_Toc13731854"/>
      <w:r w:rsidRPr="00C03A1A">
        <w:t>SEZNAM ZKRATEK</w:t>
      </w:r>
      <w:bookmarkEnd w:id="0"/>
      <w:r w:rsidR="0076790E" w:rsidRPr="00C03A1A">
        <w:t xml:space="preserve"> </w:t>
      </w:r>
      <w:bookmarkEnd w:id="1"/>
    </w:p>
    <w:p w14:paraId="382147C3" w14:textId="77777777" w:rsidR="00263DB8" w:rsidRPr="00C03A1A" w:rsidRDefault="00263DB8" w:rsidP="00263DB8">
      <w:pPr>
        <w:pStyle w:val="Textbezslovn"/>
        <w:ind w:left="0"/>
        <w:rPr>
          <w:rStyle w:val="Tun"/>
        </w:rPr>
      </w:pPr>
      <w:r w:rsidRPr="00C03A1A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C03A1A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C03A1A" w:rsidRPr="00C03A1A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C03A1A" w:rsidRDefault="00831E0F" w:rsidP="00AD0C7B">
            <w:pPr>
              <w:pStyle w:val="Zkratky1"/>
            </w:pPr>
            <w:r w:rsidRPr="00C03A1A">
              <w:t xml:space="preserve">ESD </w:t>
            </w:r>
            <w:r w:rsidRPr="00C03A1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C03A1A" w:rsidRDefault="00831E0F" w:rsidP="000F15F1">
            <w:pPr>
              <w:pStyle w:val="Zkratky2"/>
            </w:pPr>
            <w:r w:rsidRPr="00C03A1A">
              <w:t>Elektronický stavební deník</w:t>
            </w:r>
          </w:p>
        </w:tc>
      </w:tr>
      <w:tr w:rsidR="00C03A1A" w:rsidRPr="00C03A1A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C03A1A" w:rsidRDefault="00F92E3A" w:rsidP="00AD0C7B">
            <w:pPr>
              <w:pStyle w:val="Zkratky1"/>
            </w:pPr>
            <w:r w:rsidRPr="00C03A1A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C03A1A" w:rsidRDefault="00F92E3A" w:rsidP="000F15F1">
            <w:pPr>
              <w:pStyle w:val="Zkratky2"/>
            </w:pPr>
            <w:r w:rsidRPr="00C03A1A">
              <w:t>Opravné a údržbové akce</w:t>
            </w:r>
          </w:p>
        </w:tc>
      </w:tr>
      <w:tr w:rsidR="00C03A1A" w:rsidRPr="00C03A1A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C03A1A" w:rsidRDefault="00F92E3A" w:rsidP="00AD0C7B">
            <w:pPr>
              <w:pStyle w:val="Zkratky1"/>
            </w:pPr>
            <w:r w:rsidRPr="00C03A1A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C03A1A" w:rsidRDefault="00F92E3A" w:rsidP="00F92E3A">
            <w:pPr>
              <w:pStyle w:val="Zkratky2"/>
            </w:pPr>
            <w:r w:rsidRPr="00C03A1A">
              <w:t>Úprava majetkových vztahů v železničních stanicích</w:t>
            </w:r>
          </w:p>
          <w:p w14:paraId="02C5BC82" w14:textId="77777777" w:rsidR="00AD0C7B" w:rsidRPr="00C03A1A" w:rsidRDefault="00AD0C7B" w:rsidP="000F15F1">
            <w:pPr>
              <w:pStyle w:val="Zkratky2"/>
            </w:pPr>
          </w:p>
        </w:tc>
      </w:tr>
      <w:tr w:rsidR="00AD0C7B" w:rsidRPr="00C03A1A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C03A1A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C03A1A" w:rsidRDefault="00AD0C7B" w:rsidP="000F15F1">
            <w:pPr>
              <w:pStyle w:val="Zkratky2"/>
            </w:pPr>
          </w:p>
        </w:tc>
      </w:tr>
    </w:tbl>
    <w:p w14:paraId="4CE6ED40" w14:textId="77777777" w:rsidR="003226D3" w:rsidRPr="00C03A1A" w:rsidRDefault="003226D3" w:rsidP="00AD0C7B"/>
    <w:p w14:paraId="52288D03" w14:textId="77777777" w:rsidR="00041EC8" w:rsidRPr="00C03A1A" w:rsidRDefault="003226D3" w:rsidP="003226D3">
      <w:pPr>
        <w:spacing w:after="240" w:line="264" w:lineRule="auto"/>
      </w:pPr>
      <w:r w:rsidRPr="00C03A1A">
        <w:br w:type="page"/>
      </w:r>
    </w:p>
    <w:p w14:paraId="78B680FB" w14:textId="77777777" w:rsidR="00F92E3A" w:rsidRPr="00C03A1A" w:rsidRDefault="00F92E3A" w:rsidP="003B0494">
      <w:pPr>
        <w:pStyle w:val="Nadpisbezsl1-1"/>
        <w:outlineLvl w:val="0"/>
      </w:pPr>
      <w:bookmarkStart w:id="2" w:name="_Toc121494840"/>
      <w:r w:rsidRPr="00C03A1A">
        <w:lastRenderedPageBreak/>
        <w:t>Pojmy a definice</w:t>
      </w:r>
      <w:bookmarkEnd w:id="2"/>
    </w:p>
    <w:p w14:paraId="0C7F15AC" w14:textId="77777777" w:rsidR="00F92E3A" w:rsidRPr="00C03A1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03A1A">
        <w:rPr>
          <w:b/>
          <w:sz w:val="18"/>
          <w:szCs w:val="18"/>
        </w:rPr>
        <w:t>Projektová dokumentace pro provádění stavby</w:t>
      </w:r>
      <w:r w:rsidRPr="00C03A1A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 xml:space="preserve">zadávána v režimu D+B. </w:t>
      </w:r>
    </w:p>
    <w:p w14:paraId="094394E7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C03A1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03A1A">
        <w:rPr>
          <w:b/>
          <w:sz w:val="18"/>
          <w:szCs w:val="18"/>
        </w:rPr>
        <w:t>Realizační dokumentace stavby</w:t>
      </w:r>
      <w:r w:rsidRPr="00C03A1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pokud není OP stanoveno jinak. Obsah a rozsah RDS je definován přílohou P8 SŽ SM011.</w:t>
      </w:r>
    </w:p>
    <w:p w14:paraId="1240667F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C03A1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C03A1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C03A1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03A1A">
        <w:rPr>
          <w:b/>
          <w:sz w:val="18"/>
          <w:szCs w:val="18"/>
        </w:rPr>
        <w:t>Dokumentace skutečného provedení stavby</w:t>
      </w:r>
      <w:r w:rsidRPr="00C03A1A">
        <w:rPr>
          <w:sz w:val="18"/>
          <w:szCs w:val="18"/>
        </w:rPr>
        <w:t xml:space="preserve"> (DSPS</w:t>
      </w:r>
      <w:r w:rsidR="00241A2D" w:rsidRPr="00C03A1A">
        <w:rPr>
          <w:sz w:val="18"/>
          <w:szCs w:val="18"/>
        </w:rPr>
        <w:t>)</w:t>
      </w:r>
      <w:r w:rsidRPr="00C03A1A">
        <w:rPr>
          <w:sz w:val="18"/>
          <w:szCs w:val="18"/>
        </w:rPr>
        <w:t xml:space="preserve"> je dokumentace, která se</w:t>
      </w:r>
    </w:p>
    <w:p w14:paraId="36D7D2E9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Pr="00C03A1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C03A1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C03A1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C03A1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C03A1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C03A1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03A1A">
        <w:rPr>
          <w:b/>
          <w:sz w:val="18"/>
          <w:szCs w:val="18"/>
        </w:rPr>
        <w:t xml:space="preserve">Zadávací dokumentace </w:t>
      </w:r>
      <w:r w:rsidRPr="00C03A1A">
        <w:rPr>
          <w:sz w:val="18"/>
          <w:szCs w:val="18"/>
        </w:rPr>
        <w:t>(dále také „ZD“) je soubor dokumentů (OP, Technické</w:t>
      </w:r>
    </w:p>
    <w:p w14:paraId="3A3205AA" w14:textId="77777777" w:rsidR="00F92E3A" w:rsidRPr="00C03A1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podmínky, Dokumentace atd.), které vymezují předmět veřejné zakázky v podrobnostech</w:t>
      </w:r>
    </w:p>
    <w:p w14:paraId="2C1010F8" w14:textId="77777777" w:rsidR="00F92E3A" w:rsidRPr="00C03A1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C03A1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Pr="00C03A1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C03A1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03A1A">
        <w:rPr>
          <w:b/>
          <w:sz w:val="18"/>
          <w:szCs w:val="18"/>
        </w:rPr>
        <w:t xml:space="preserve">Projektová dokumentace </w:t>
      </w:r>
      <w:r w:rsidRPr="00C03A1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C03A1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C03A1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03A1A">
        <w:rPr>
          <w:b/>
          <w:sz w:val="18"/>
          <w:szCs w:val="18"/>
        </w:rPr>
        <w:t>Technický dozor stavebníka</w:t>
      </w:r>
      <w:r w:rsidRPr="00C03A1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C03A1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C03A1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Pr="00C03A1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C03A1A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Pr="00C03A1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03A1A">
        <w:rPr>
          <w:b/>
          <w:sz w:val="18"/>
          <w:szCs w:val="18"/>
        </w:rPr>
        <w:t>Pojmy s velkými začátečnými písmeny</w:t>
      </w:r>
      <w:r w:rsidRPr="00C03A1A">
        <w:rPr>
          <w:sz w:val="18"/>
          <w:szCs w:val="18"/>
        </w:rPr>
        <w:t xml:space="preserve"> použité v těchto </w:t>
      </w:r>
      <w:r w:rsidR="00A774DB" w:rsidRPr="00C03A1A">
        <w:rPr>
          <w:b/>
          <w:sz w:val="18"/>
          <w:szCs w:val="18"/>
        </w:rPr>
        <w:t>Zvláštních technických podmínkách</w:t>
      </w:r>
      <w:r w:rsidR="00A774DB" w:rsidRPr="00C03A1A">
        <w:rPr>
          <w:sz w:val="18"/>
          <w:szCs w:val="18"/>
        </w:rPr>
        <w:t xml:space="preserve"> (dále jen „ZTP“)</w:t>
      </w:r>
      <w:r w:rsidRPr="00C03A1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C03A1A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C03A1A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03A1A">
        <w:rPr>
          <w:sz w:val="18"/>
          <w:szCs w:val="18"/>
        </w:rPr>
        <w:t>V</w:t>
      </w:r>
      <w:r w:rsidRPr="00C03A1A">
        <w:rPr>
          <w:rFonts w:cs="Verdana"/>
          <w:sz w:val="18"/>
          <w:szCs w:val="18"/>
        </w:rPr>
        <w:t xml:space="preserve"> ZTP jsou použité odkazy na </w:t>
      </w:r>
      <w:r w:rsidRPr="00C03A1A">
        <w:rPr>
          <w:rFonts w:cs="Verdana"/>
          <w:b/>
          <w:sz w:val="18"/>
          <w:szCs w:val="18"/>
        </w:rPr>
        <w:t>oddíly, články a podčlánky</w:t>
      </w:r>
      <w:r w:rsidRPr="00C03A1A">
        <w:rPr>
          <w:rFonts w:cs="Verdana"/>
          <w:sz w:val="18"/>
          <w:szCs w:val="18"/>
        </w:rPr>
        <w:t xml:space="preserve"> souboru </w:t>
      </w:r>
      <w:r w:rsidRPr="00C03A1A">
        <w:rPr>
          <w:rFonts w:cs="Verdana"/>
          <w:b/>
          <w:sz w:val="18"/>
          <w:szCs w:val="18"/>
        </w:rPr>
        <w:t>Technické kvalitativní podmínky staveb státních drah</w:t>
      </w:r>
      <w:r w:rsidRPr="00C03A1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C03A1A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C03A1A">
        <w:rPr>
          <w:sz w:val="18"/>
          <w:szCs w:val="18"/>
        </w:rPr>
        <w:br w:type="page"/>
      </w:r>
    </w:p>
    <w:p w14:paraId="0CBE9032" w14:textId="77777777" w:rsidR="00DF7BAA" w:rsidRPr="00C03A1A" w:rsidRDefault="00DF7BAA" w:rsidP="00DF7BAA">
      <w:pPr>
        <w:pStyle w:val="Nadpis2-1"/>
      </w:pPr>
      <w:bookmarkStart w:id="3" w:name="_Toc6410429"/>
      <w:bookmarkStart w:id="4" w:name="_Toc121494841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C03A1A">
        <w:lastRenderedPageBreak/>
        <w:t>SPECIFIKACE PŘEDMĚTU DÍLA</w:t>
      </w:r>
      <w:bookmarkEnd w:id="3"/>
      <w:bookmarkEnd w:id="4"/>
    </w:p>
    <w:p w14:paraId="05AE8C5C" w14:textId="77777777" w:rsidR="00DF7BAA" w:rsidRPr="00C03A1A" w:rsidRDefault="00DF7BAA" w:rsidP="00DF7BAA">
      <w:pPr>
        <w:pStyle w:val="Nadpis2-2"/>
      </w:pPr>
      <w:bookmarkStart w:id="10" w:name="_Toc6410430"/>
      <w:bookmarkStart w:id="11" w:name="_Toc121494842"/>
      <w:r w:rsidRPr="00C03A1A">
        <w:t>Účel a rozsah předmětu Díla</w:t>
      </w:r>
      <w:bookmarkEnd w:id="10"/>
      <w:bookmarkEnd w:id="11"/>
    </w:p>
    <w:p w14:paraId="4BB6616B" w14:textId="75E7199C" w:rsidR="00523362" w:rsidRPr="00C03A1A" w:rsidRDefault="00523362" w:rsidP="00523362">
      <w:pPr>
        <w:pStyle w:val="Text2-1"/>
      </w:pPr>
      <w:r w:rsidRPr="00C03A1A">
        <w:t>Předmětem díla je zhotovení stavby „</w:t>
      </w:r>
      <w:r w:rsidR="00B75C90" w:rsidRPr="00C03A1A">
        <w:t xml:space="preserve">Oprava </w:t>
      </w:r>
      <w:r w:rsidR="005A1D5C" w:rsidRPr="00C03A1A">
        <w:t>mostu v km 23,304</w:t>
      </w:r>
      <w:r w:rsidR="00B75C90" w:rsidRPr="00C03A1A">
        <w:t xml:space="preserve"> </w:t>
      </w:r>
      <w:r w:rsidR="005A1D5C" w:rsidRPr="00C03A1A">
        <w:t>v</w:t>
      </w:r>
      <w:r w:rsidR="00B75C90" w:rsidRPr="00C03A1A">
        <w:t xml:space="preserve"> úseku </w:t>
      </w:r>
      <w:r w:rsidR="00C122E6" w:rsidRPr="00C03A1A">
        <w:t>Zastávka</w:t>
      </w:r>
      <w:r w:rsidR="00B75C90" w:rsidRPr="00C03A1A">
        <w:t xml:space="preserve"> - </w:t>
      </w:r>
      <w:r w:rsidR="00C122E6" w:rsidRPr="00C03A1A">
        <w:t>Kralice</w:t>
      </w:r>
      <w:r w:rsidRPr="00C03A1A">
        <w:t>“ jejímž cílem je provedením oprav za účelem zajištění a udržení řádného stavebního stavu mostních objektů jako nosné konstrukce pod drahou.</w:t>
      </w:r>
    </w:p>
    <w:p w14:paraId="6B50A95E" w14:textId="6FDC5AC4" w:rsidR="00BB11A0" w:rsidRPr="00C03A1A" w:rsidRDefault="00C3675B" w:rsidP="00BB11A0">
      <w:pPr>
        <w:pStyle w:val="Text2-1"/>
        <w:numPr>
          <w:ilvl w:val="0"/>
          <w:numId w:val="0"/>
        </w:numPr>
        <w:ind w:left="737"/>
      </w:pPr>
      <w:r>
        <w:t>Oprava</w:t>
      </w:r>
      <w:r w:rsidR="00BB11A0" w:rsidRPr="00C03A1A">
        <w:t xml:space="preserve"> </w:t>
      </w:r>
      <w:r w:rsidR="00DA3966" w:rsidRPr="00C03A1A">
        <w:t>stávajícího klenbového kamenného mostu</w:t>
      </w:r>
      <w:r w:rsidR="00BB11A0" w:rsidRPr="00C03A1A">
        <w:t xml:space="preserve"> v km </w:t>
      </w:r>
      <w:r w:rsidR="00DA3966" w:rsidRPr="00C03A1A">
        <w:t>23,304</w:t>
      </w:r>
      <w:bookmarkStart w:id="12" w:name="_GoBack"/>
      <w:bookmarkEnd w:id="12"/>
      <w:r w:rsidR="0085291F" w:rsidRPr="00C03A1A">
        <w:t xml:space="preserve"> - vložení</w:t>
      </w:r>
      <w:r w:rsidR="00CD6B45" w:rsidRPr="00C03A1A">
        <w:t xml:space="preserve"> </w:t>
      </w:r>
      <w:r w:rsidR="0085291F" w:rsidRPr="00C03A1A">
        <w:t>ocelové flexibilní kon</w:t>
      </w:r>
      <w:r w:rsidR="00CD6B45" w:rsidRPr="00C03A1A">
        <w:t>st</w:t>
      </w:r>
      <w:r w:rsidR="0085291F" w:rsidRPr="00C03A1A">
        <w:t>rukce do stávající mostního otvoru</w:t>
      </w:r>
      <w:r w:rsidR="00DA3966" w:rsidRPr="00C03A1A">
        <w:t>.</w:t>
      </w:r>
    </w:p>
    <w:p w14:paraId="144B4FC2" w14:textId="2CA4048A" w:rsidR="00DF7BAA" w:rsidRPr="00C03A1A" w:rsidRDefault="00523362" w:rsidP="00523362">
      <w:pPr>
        <w:pStyle w:val="Text2-1"/>
        <w:numPr>
          <w:ilvl w:val="0"/>
          <w:numId w:val="0"/>
        </w:numPr>
        <w:ind w:left="737"/>
      </w:pPr>
      <w:r w:rsidRPr="00C03A1A">
        <w:t>Provedenou opravou se výrazně prodlouží životnost mostních objekt</w:t>
      </w:r>
      <w:r w:rsidR="00C3675B">
        <w:t>u</w:t>
      </w:r>
      <w:r w:rsidRPr="00C03A1A">
        <w:t>.</w:t>
      </w:r>
    </w:p>
    <w:p w14:paraId="29AAB0CD" w14:textId="29CE2C03" w:rsidR="00E70AB8" w:rsidRPr="00C03A1A" w:rsidRDefault="00523362" w:rsidP="00F52698">
      <w:pPr>
        <w:pStyle w:val="Text2-1"/>
      </w:pPr>
      <w:r w:rsidRPr="00C03A1A">
        <w:t>Rozsahem Díla „</w:t>
      </w:r>
      <w:r w:rsidR="00B75C90" w:rsidRPr="00C03A1A">
        <w:t xml:space="preserve">Oprava </w:t>
      </w:r>
      <w:r w:rsidR="00DA3966" w:rsidRPr="00C03A1A">
        <w:t>mostu v km 23,304 na trati Zastávka - Kralice</w:t>
      </w:r>
      <w:r w:rsidR="00B75C90" w:rsidRPr="00C03A1A">
        <w:t xml:space="preserve">“ </w:t>
      </w:r>
      <w:r w:rsidRPr="00C03A1A">
        <w:t>je provedení oprav</w:t>
      </w:r>
      <w:r w:rsidR="00DA3966" w:rsidRPr="00C03A1A">
        <w:t>y</w:t>
      </w:r>
      <w:r w:rsidRPr="00C03A1A">
        <w:t xml:space="preserve"> výše uveden</w:t>
      </w:r>
      <w:r w:rsidR="00DA3966" w:rsidRPr="00C03A1A">
        <w:t>ého</w:t>
      </w:r>
      <w:r w:rsidRPr="00C03A1A">
        <w:t xml:space="preserve"> mostn</w:t>
      </w:r>
      <w:r w:rsidR="00C3675B">
        <w:t>ího</w:t>
      </w:r>
      <w:r w:rsidRPr="00C03A1A">
        <w:t xml:space="preserve"> objekt</w:t>
      </w:r>
      <w:r w:rsidR="00DA3966" w:rsidRPr="00C03A1A">
        <w:t>u</w:t>
      </w:r>
      <w:r w:rsidRPr="00C03A1A">
        <w:t xml:space="preserve"> včetně dokumentace skutečného provedení stavby a geometrického zaměření stavby.</w:t>
      </w:r>
    </w:p>
    <w:p w14:paraId="79BCF726" w14:textId="15E9CB3C" w:rsidR="00523362" w:rsidRPr="00C03A1A" w:rsidRDefault="0085291F" w:rsidP="0085291F">
      <w:pPr>
        <w:pStyle w:val="Text2-1"/>
        <w:numPr>
          <w:ilvl w:val="0"/>
          <w:numId w:val="0"/>
        </w:numPr>
        <w:ind w:left="737"/>
      </w:pPr>
      <w:r w:rsidRPr="00C03A1A">
        <w:t>Seznam s</w:t>
      </w:r>
      <w:r w:rsidR="002E7EA2" w:rsidRPr="00C03A1A">
        <w:t>tavební</w:t>
      </w:r>
      <w:r w:rsidRPr="00C03A1A">
        <w:t xml:space="preserve">ch </w:t>
      </w:r>
      <w:r w:rsidR="002E7EA2" w:rsidRPr="00C03A1A">
        <w:t>objekt</w:t>
      </w:r>
      <w:r w:rsidRPr="00C03A1A">
        <w:t>ů</w:t>
      </w:r>
      <w:r w:rsidR="002E7EA2" w:rsidRPr="00C03A1A">
        <w:t>:</w:t>
      </w:r>
    </w:p>
    <w:p w14:paraId="6162563A" w14:textId="6D994CFE" w:rsidR="00523362" w:rsidRPr="00C03A1A" w:rsidRDefault="002E7EA2" w:rsidP="00523362">
      <w:pPr>
        <w:pStyle w:val="Text2-1"/>
        <w:numPr>
          <w:ilvl w:val="0"/>
          <w:numId w:val="0"/>
        </w:numPr>
        <w:ind w:left="907"/>
      </w:pPr>
      <w:r w:rsidRPr="00C03A1A">
        <w:t>SO 201 – most v km 23,304</w:t>
      </w:r>
    </w:p>
    <w:p w14:paraId="79B5C973" w14:textId="77777777" w:rsidR="00DF7BAA" w:rsidRPr="00C03A1A" w:rsidRDefault="00DF7BAA" w:rsidP="00DF7BAA">
      <w:pPr>
        <w:pStyle w:val="Nadpis2-2"/>
      </w:pPr>
      <w:bookmarkStart w:id="13" w:name="_Toc6410431"/>
      <w:bookmarkStart w:id="14" w:name="_Toc121494843"/>
      <w:r w:rsidRPr="00C03A1A">
        <w:t>Umístění stavby</w:t>
      </w:r>
      <w:bookmarkEnd w:id="13"/>
      <w:bookmarkEnd w:id="14"/>
    </w:p>
    <w:p w14:paraId="703E56AE" w14:textId="3BA89ADB" w:rsidR="00BB11A0" w:rsidRPr="00C3675B" w:rsidRDefault="00523362" w:rsidP="00523362">
      <w:pPr>
        <w:pStyle w:val="Text2-1"/>
      </w:pPr>
      <w:r w:rsidRPr="00C3675B">
        <w:t xml:space="preserve">Stavba bude probíhat na trati </w:t>
      </w:r>
      <w:r w:rsidR="00BB11A0" w:rsidRPr="00C3675B">
        <w:t>T</w:t>
      </w:r>
      <w:r w:rsidR="002E7EA2" w:rsidRPr="00C3675B">
        <w:t>Ú</w:t>
      </w:r>
      <w:r w:rsidR="00BB11A0" w:rsidRPr="00C3675B">
        <w:t>_</w:t>
      </w:r>
      <w:r w:rsidR="002E7EA2" w:rsidRPr="00C3675B">
        <w:t>1241</w:t>
      </w:r>
      <w:r w:rsidR="00BB11A0" w:rsidRPr="00C3675B">
        <w:t>---</w:t>
      </w:r>
      <w:r w:rsidR="002E7EA2" w:rsidRPr="00C3675B">
        <w:t>Střelice</w:t>
      </w:r>
      <w:r w:rsidR="00BB11A0" w:rsidRPr="00C3675B">
        <w:t xml:space="preserve"> (mimo) - </w:t>
      </w:r>
      <w:r w:rsidR="002E7EA2" w:rsidRPr="00C3675B">
        <w:t>Okříšky</w:t>
      </w:r>
      <w:r w:rsidR="00BB11A0" w:rsidRPr="00C3675B">
        <w:t xml:space="preserve"> (mimo)</w:t>
      </w:r>
      <w:r w:rsidRPr="00C3675B">
        <w:t xml:space="preserve"> v definičním úseku </w:t>
      </w:r>
      <w:r w:rsidR="00BB11A0" w:rsidRPr="00C3675B">
        <w:t xml:space="preserve">DÚ </w:t>
      </w:r>
      <w:r w:rsidR="002E7EA2" w:rsidRPr="00C3675B">
        <w:t>E1</w:t>
      </w:r>
      <w:r w:rsidR="00BB11A0" w:rsidRPr="00C3675B">
        <w:t xml:space="preserve"> </w:t>
      </w:r>
      <w:proofErr w:type="spellStart"/>
      <w:r w:rsidR="002E7EA2" w:rsidRPr="00C3675B">
        <w:t>žst</w:t>
      </w:r>
      <w:proofErr w:type="spellEnd"/>
      <w:r w:rsidR="002E7EA2" w:rsidRPr="00C3675B">
        <w:t>. Kralice nad Oslavou</w:t>
      </w:r>
      <w:r w:rsidR="00C3675B" w:rsidRPr="00C3675B">
        <w:t>,</w:t>
      </w:r>
      <w:r w:rsidRPr="00C3675B">
        <w:t xml:space="preserve"> Kraj </w:t>
      </w:r>
      <w:r w:rsidR="009535B2" w:rsidRPr="00C3675B">
        <w:t>Vysočina</w:t>
      </w:r>
      <w:r w:rsidRPr="00C3675B">
        <w:t xml:space="preserve">, okres </w:t>
      </w:r>
      <w:r w:rsidR="002E7EA2" w:rsidRPr="00C3675B">
        <w:t>Třebíč</w:t>
      </w:r>
      <w:r w:rsidRPr="00C3675B">
        <w:t>.</w:t>
      </w:r>
      <w:r w:rsidR="00BB11A0" w:rsidRPr="00C3675B">
        <w:rPr>
          <w:noProof/>
        </w:rPr>
        <w:t xml:space="preserve"> </w:t>
      </w:r>
    </w:p>
    <w:p w14:paraId="4AEAD2FC" w14:textId="07E09DEC" w:rsidR="00523362" w:rsidRPr="00F70C89" w:rsidRDefault="00C3675B" w:rsidP="00BB11A0">
      <w:pPr>
        <w:pStyle w:val="Text2-1"/>
        <w:numPr>
          <w:ilvl w:val="0"/>
          <w:numId w:val="0"/>
        </w:numPr>
        <w:ind w:left="737"/>
        <w:rPr>
          <w:color w:val="FF0000"/>
        </w:rPr>
      </w:pPr>
      <w:r>
        <w:rPr>
          <w:noProof/>
        </w:rPr>
        <w:drawing>
          <wp:inline distT="0" distB="0" distL="0" distR="0" wp14:anchorId="4F171E68" wp14:editId="62AB8B72">
            <wp:extent cx="5543550" cy="82613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509A7" w14:textId="77777777" w:rsidR="00DF7BAA" w:rsidRPr="00C3675B" w:rsidRDefault="00DF7BAA" w:rsidP="00DF7BAA">
      <w:pPr>
        <w:pStyle w:val="Nadpis2-1"/>
      </w:pPr>
      <w:bookmarkStart w:id="15" w:name="_Toc6410432"/>
      <w:bookmarkStart w:id="16" w:name="_Toc121494844"/>
      <w:r w:rsidRPr="00C3675B">
        <w:t>PŘEHLED VÝCHOZÍCH PODKLADŮ</w:t>
      </w:r>
      <w:bookmarkEnd w:id="15"/>
      <w:bookmarkEnd w:id="16"/>
    </w:p>
    <w:p w14:paraId="6A2039BC" w14:textId="77777777" w:rsidR="00DF7BAA" w:rsidRPr="00C3675B" w:rsidRDefault="00DF7BAA" w:rsidP="00DF7BAA">
      <w:pPr>
        <w:pStyle w:val="Nadpis2-2"/>
      </w:pPr>
      <w:bookmarkStart w:id="17" w:name="_Toc6410433"/>
      <w:bookmarkStart w:id="18" w:name="_Toc121494845"/>
      <w:r w:rsidRPr="00C3675B">
        <w:t>Projektová dokumentace</w:t>
      </w:r>
      <w:bookmarkEnd w:id="17"/>
      <w:bookmarkEnd w:id="18"/>
    </w:p>
    <w:p w14:paraId="5562BCA1" w14:textId="7C4A382C" w:rsidR="00BB11A0" w:rsidRPr="00C3675B" w:rsidRDefault="00BB11A0" w:rsidP="00BB11A0">
      <w:pPr>
        <w:pStyle w:val="Nadpis2-2"/>
        <w:rPr>
          <w:b w:val="0"/>
          <w:sz w:val="18"/>
        </w:rPr>
      </w:pPr>
      <w:bookmarkStart w:id="19" w:name="_Toc6410434"/>
      <w:bookmarkStart w:id="20" w:name="_Toc121494846"/>
      <w:r w:rsidRPr="00C3675B">
        <w:rPr>
          <w:b w:val="0"/>
          <w:sz w:val="18"/>
        </w:rPr>
        <w:t xml:space="preserve">Projektovou dokumentaci stavebního objektu vypracoval </w:t>
      </w:r>
      <w:r w:rsidR="00DF1782" w:rsidRPr="00C3675B">
        <w:rPr>
          <w:b w:val="0"/>
          <w:sz w:val="18"/>
        </w:rPr>
        <w:t>DIPONT</w:t>
      </w:r>
      <w:r w:rsidRPr="00C3675B">
        <w:rPr>
          <w:b w:val="0"/>
          <w:sz w:val="18"/>
        </w:rPr>
        <w:t xml:space="preserve"> s.r.o., </w:t>
      </w:r>
      <w:proofErr w:type="spellStart"/>
      <w:r w:rsidR="00DF1782" w:rsidRPr="00C3675B">
        <w:rPr>
          <w:b w:val="0"/>
          <w:sz w:val="18"/>
        </w:rPr>
        <w:t>Klíšenská</w:t>
      </w:r>
      <w:proofErr w:type="spellEnd"/>
      <w:r w:rsidR="00DF1782" w:rsidRPr="00C3675B">
        <w:rPr>
          <w:b w:val="0"/>
          <w:sz w:val="18"/>
        </w:rPr>
        <w:t xml:space="preserve"> 1432/18, PSČ 400 01 Ústí nad Labem</w:t>
      </w:r>
      <w:r w:rsidRPr="00C3675B">
        <w:rPr>
          <w:b w:val="0"/>
          <w:sz w:val="18"/>
        </w:rPr>
        <w:t xml:space="preserve">. Hlavní inženýr projektu: Ing. </w:t>
      </w:r>
      <w:r w:rsidR="00DF1782" w:rsidRPr="00C3675B">
        <w:rPr>
          <w:b w:val="0"/>
          <w:sz w:val="18"/>
        </w:rPr>
        <w:t>Martin Plšek</w:t>
      </w:r>
      <w:r w:rsidRPr="00C3675B">
        <w:rPr>
          <w:b w:val="0"/>
          <w:sz w:val="18"/>
        </w:rPr>
        <w:t xml:space="preserve">. Odpovědný projektant objektu: Ing. </w:t>
      </w:r>
      <w:r w:rsidR="00DF1782" w:rsidRPr="00C3675B">
        <w:rPr>
          <w:b w:val="0"/>
          <w:sz w:val="18"/>
        </w:rPr>
        <w:t>Martin Plšek</w:t>
      </w:r>
      <w:r w:rsidRPr="00C3675B">
        <w:rPr>
          <w:b w:val="0"/>
          <w:sz w:val="18"/>
        </w:rPr>
        <w:t>. Vypracoval</w:t>
      </w:r>
      <w:r w:rsidR="005A1D5C" w:rsidRPr="00C3675B">
        <w:rPr>
          <w:b w:val="0"/>
          <w:sz w:val="18"/>
        </w:rPr>
        <w:t>a</w:t>
      </w:r>
      <w:r w:rsidRPr="00C3675B">
        <w:rPr>
          <w:b w:val="0"/>
          <w:sz w:val="18"/>
        </w:rPr>
        <w:t xml:space="preserve">: </w:t>
      </w:r>
      <w:r w:rsidR="00DF1782" w:rsidRPr="00C3675B">
        <w:rPr>
          <w:b w:val="0"/>
          <w:sz w:val="18"/>
        </w:rPr>
        <w:t xml:space="preserve">Karla </w:t>
      </w:r>
      <w:proofErr w:type="spellStart"/>
      <w:r w:rsidR="00DF1782" w:rsidRPr="00C3675B">
        <w:rPr>
          <w:b w:val="0"/>
          <w:sz w:val="18"/>
        </w:rPr>
        <w:t>Hrotková</w:t>
      </w:r>
      <w:proofErr w:type="spellEnd"/>
      <w:r w:rsidR="00DF1782" w:rsidRPr="00C3675B">
        <w:rPr>
          <w:b w:val="0"/>
          <w:sz w:val="18"/>
        </w:rPr>
        <w:t xml:space="preserve">, </w:t>
      </w:r>
      <w:proofErr w:type="spellStart"/>
      <w:r w:rsidR="00DF1782" w:rsidRPr="00C3675B">
        <w:rPr>
          <w:b w:val="0"/>
          <w:sz w:val="18"/>
        </w:rPr>
        <w:t>DiS</w:t>
      </w:r>
      <w:proofErr w:type="spellEnd"/>
      <w:r w:rsidRPr="00C3675B">
        <w:rPr>
          <w:b w:val="0"/>
          <w:sz w:val="18"/>
        </w:rPr>
        <w:t>.</w:t>
      </w:r>
    </w:p>
    <w:p w14:paraId="47EB54CA" w14:textId="26EF1B9C" w:rsidR="00BB11A0" w:rsidRPr="00C3675B" w:rsidRDefault="00BB11A0" w:rsidP="00BB11A0">
      <w:pPr>
        <w:pStyle w:val="Nadpis2-2"/>
        <w:numPr>
          <w:ilvl w:val="0"/>
          <w:numId w:val="0"/>
        </w:numPr>
        <w:ind w:left="737"/>
        <w:rPr>
          <w:b w:val="0"/>
          <w:sz w:val="18"/>
        </w:rPr>
      </w:pPr>
      <w:r w:rsidRPr="00C3675B">
        <w:rPr>
          <w:b w:val="0"/>
          <w:sz w:val="18"/>
        </w:rPr>
        <w:t xml:space="preserve">Datum vypracování </w:t>
      </w:r>
      <w:r w:rsidR="00DF1782" w:rsidRPr="00C3675B">
        <w:rPr>
          <w:b w:val="0"/>
          <w:sz w:val="18"/>
        </w:rPr>
        <w:t>10</w:t>
      </w:r>
      <w:r w:rsidRPr="00C3675B">
        <w:rPr>
          <w:b w:val="0"/>
          <w:sz w:val="18"/>
        </w:rPr>
        <w:t>/2021.</w:t>
      </w:r>
    </w:p>
    <w:p w14:paraId="52904154" w14:textId="77777777" w:rsidR="00DF7BAA" w:rsidRPr="00C3675B" w:rsidRDefault="00DF7BAA" w:rsidP="006D3EF3">
      <w:pPr>
        <w:pStyle w:val="Nadpis2-2"/>
        <w:numPr>
          <w:ilvl w:val="0"/>
          <w:numId w:val="0"/>
        </w:numPr>
        <w:ind w:left="737"/>
      </w:pPr>
      <w:r w:rsidRPr="00C3675B">
        <w:t>Související dokumentace</w:t>
      </w:r>
      <w:bookmarkEnd w:id="19"/>
      <w:bookmarkEnd w:id="20"/>
    </w:p>
    <w:p w14:paraId="6F27E273" w14:textId="77030D87" w:rsidR="001D35FE" w:rsidRPr="00C3675B" w:rsidRDefault="006D3EF3" w:rsidP="006D3EF3">
      <w:pPr>
        <w:pStyle w:val="Text2-1"/>
      </w:pPr>
      <w:r w:rsidRPr="00C3675B">
        <w:t xml:space="preserve">Stavební povolení </w:t>
      </w:r>
      <w:r w:rsidR="00C3675B" w:rsidRPr="00C3675B">
        <w:t xml:space="preserve">bylo vydáno </w:t>
      </w:r>
      <w:r w:rsidRPr="00C3675B">
        <w:t xml:space="preserve">pro objekt dne </w:t>
      </w:r>
      <w:r w:rsidR="00DF1782" w:rsidRPr="00C3675B">
        <w:t>17. června</w:t>
      </w:r>
      <w:r w:rsidRPr="00C3675B">
        <w:t xml:space="preserve"> 202</w:t>
      </w:r>
      <w:r w:rsidR="00B75C90" w:rsidRPr="00C3675B">
        <w:t>2</w:t>
      </w:r>
      <w:r w:rsidRPr="00C3675B">
        <w:t xml:space="preserve"> pod čj. </w:t>
      </w:r>
      <w:r w:rsidR="00B75C90" w:rsidRPr="00C3675B">
        <w:t>DUCR-</w:t>
      </w:r>
      <w:r w:rsidR="00DF1782" w:rsidRPr="00C3675B">
        <w:t>29371</w:t>
      </w:r>
      <w:r w:rsidR="00B75C90" w:rsidRPr="00C3675B">
        <w:t>/22/</w:t>
      </w:r>
      <w:proofErr w:type="spellStart"/>
      <w:r w:rsidR="00DF1782" w:rsidRPr="00C3675B">
        <w:t>Vb</w:t>
      </w:r>
      <w:proofErr w:type="spellEnd"/>
      <w:r w:rsidRPr="00C3675B">
        <w:t>. Bude předáno zhotoviteli.</w:t>
      </w:r>
      <w:bookmarkStart w:id="21" w:name="_Hlk121215475"/>
    </w:p>
    <w:p w14:paraId="68275920" w14:textId="77777777" w:rsidR="00DF7BAA" w:rsidRPr="00436F79" w:rsidRDefault="00DF7BAA" w:rsidP="00DF7BAA">
      <w:pPr>
        <w:pStyle w:val="Nadpis2-1"/>
      </w:pPr>
      <w:bookmarkStart w:id="22" w:name="_Toc6410435"/>
      <w:bookmarkStart w:id="23" w:name="_Toc121494847"/>
      <w:bookmarkEnd w:id="21"/>
      <w:r w:rsidRPr="00436F79">
        <w:t>KOORDINACE S JINÝMI STAVBAMI</w:t>
      </w:r>
      <w:bookmarkEnd w:id="22"/>
      <w:bookmarkEnd w:id="23"/>
      <w:r w:rsidRPr="00436F79">
        <w:t xml:space="preserve"> </w:t>
      </w:r>
    </w:p>
    <w:p w14:paraId="48930A80" w14:textId="77777777" w:rsidR="00DF7BAA" w:rsidRPr="00436F79" w:rsidRDefault="00DF7BAA" w:rsidP="00DF7BAA">
      <w:pPr>
        <w:pStyle w:val="Text2-1"/>
      </w:pPr>
      <w:r w:rsidRPr="00436F79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436F79">
        <w:t>žst</w:t>
      </w:r>
      <w:proofErr w:type="spellEnd"/>
      <w:r w:rsidRPr="00436F79">
        <w:t xml:space="preserve">. apod. </w:t>
      </w:r>
    </w:p>
    <w:p w14:paraId="32E3FFCA" w14:textId="77777777" w:rsidR="00DF7BAA" w:rsidRPr="00436F79" w:rsidRDefault="0025048A" w:rsidP="00DF7BAA">
      <w:pPr>
        <w:pStyle w:val="Nadpis2-1"/>
      </w:pPr>
      <w:bookmarkStart w:id="24" w:name="_Toc6410436"/>
      <w:bookmarkStart w:id="25" w:name="_Toc121494848"/>
      <w:r w:rsidRPr="00436F79">
        <w:t xml:space="preserve">Zvláštní </w:t>
      </w:r>
      <w:r w:rsidR="00DF7BAA" w:rsidRPr="00436F79">
        <w:t xml:space="preserve">TECHNICKÉ </w:t>
      </w:r>
      <w:r w:rsidRPr="00436F79">
        <w:t>podmímky a požadavky na</w:t>
      </w:r>
      <w:r w:rsidR="00DF7BAA" w:rsidRPr="00436F79">
        <w:t xml:space="preserve"> PROVEDENÍ DÍLA</w:t>
      </w:r>
      <w:bookmarkEnd w:id="24"/>
      <w:bookmarkEnd w:id="25"/>
    </w:p>
    <w:p w14:paraId="6FD8A9DE" w14:textId="77777777" w:rsidR="00DF7BAA" w:rsidRPr="00436F79" w:rsidRDefault="00DF7BAA" w:rsidP="00DF7BAA">
      <w:pPr>
        <w:pStyle w:val="Nadpis2-2"/>
      </w:pPr>
      <w:bookmarkStart w:id="26" w:name="_Toc6410437"/>
      <w:bookmarkStart w:id="27" w:name="_Toc121494849"/>
      <w:r w:rsidRPr="00436F79">
        <w:t>Všeobecně</w:t>
      </w:r>
      <w:bookmarkEnd w:id="26"/>
      <w:bookmarkEnd w:id="27"/>
    </w:p>
    <w:p w14:paraId="65F9A068" w14:textId="77777777" w:rsidR="003B0494" w:rsidRPr="00436F79" w:rsidRDefault="003B0494" w:rsidP="003B0494">
      <w:pPr>
        <w:pStyle w:val="Text2-1"/>
      </w:pPr>
      <w:r w:rsidRPr="00436F79">
        <w:rPr>
          <w:b/>
        </w:rPr>
        <w:t>ZTP</w:t>
      </w:r>
      <w:r w:rsidRPr="00436F79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436F79" w:rsidRDefault="003B0494" w:rsidP="003B0494">
      <w:pPr>
        <w:pStyle w:val="Text2-1"/>
      </w:pPr>
      <w:r w:rsidRPr="00436F79">
        <w:t xml:space="preserve">Pokud není v ZTP upraveno znění ustanovení TKP, Kapitoly 1 uplatní se ustanovení TKP přiměřeně i u provádění opravných prací a údržby. Relevantní ustanovení TKP obsahující </w:t>
      </w:r>
      <w:r w:rsidRPr="00436F79">
        <w:lastRenderedPageBreak/>
        <w:t>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436F79" w:rsidRDefault="003B0494" w:rsidP="003B0494">
      <w:pPr>
        <w:pStyle w:val="Text2-2"/>
      </w:pPr>
      <w:r w:rsidRPr="00436F79">
        <w:t>V čl. 1.1.2 TKP, odst. 1 se u odrážky „Projektová dokumentace (dále jen „Dokumentace“) …</w:t>
      </w:r>
      <w:proofErr w:type="gramStart"/>
      <w:r w:rsidRPr="00436F79">
        <w:t>“,vypouští</w:t>
      </w:r>
      <w:proofErr w:type="gramEnd"/>
      <w:r w:rsidRPr="00436F79">
        <w:t xml:space="preserve"> text „…resp. vyhlášky č. 583/2020 Sb.…“. </w:t>
      </w:r>
    </w:p>
    <w:p w14:paraId="6624CD33" w14:textId="77777777" w:rsidR="003B0494" w:rsidRPr="00436F79" w:rsidRDefault="003B0494" w:rsidP="003B0494">
      <w:pPr>
        <w:pStyle w:val="Text2-2"/>
      </w:pPr>
      <w:r w:rsidRPr="00436F79">
        <w:t>Čl. 1.4.8 TKP, odst. 5 Text „…</w:t>
      </w:r>
      <w:bookmarkStart w:id="28" w:name="_Hlk115084506"/>
      <w:r w:rsidRPr="00436F79">
        <w:t>nejméně 5 pracovních dnů před termínem</w:t>
      </w:r>
      <w:bookmarkEnd w:id="28"/>
      <w:r w:rsidRPr="00436F79">
        <w:t>…“ se mění na „…nejméně 2 pracovní dny před termínem …“.</w:t>
      </w:r>
    </w:p>
    <w:p w14:paraId="2CE0FF76" w14:textId="77777777" w:rsidR="003B0494" w:rsidRPr="00436F79" w:rsidRDefault="003B0494" w:rsidP="003B0494">
      <w:pPr>
        <w:pStyle w:val="Text2-2"/>
      </w:pPr>
      <w:r w:rsidRPr="00436F79">
        <w:t>V čl. 1.7.1 TKP, odst. 1 se doplňuje text „…se zásadami směrnice SŽ SM011</w:t>
      </w:r>
      <w:r w:rsidR="000258E6" w:rsidRPr="00436F79">
        <w:t xml:space="preserve"> (Dokumentace staveb Správy železnic, státní organizace)</w:t>
      </w:r>
      <w:r w:rsidRPr="00436F79">
        <w:t xml:space="preserve"> směrnice SŽDC</w:t>
      </w:r>
      <w:r w:rsidR="000258E6" w:rsidRPr="00436F79">
        <w:t xml:space="preserve"> </w:t>
      </w:r>
      <w:r w:rsidRPr="00436F79">
        <w:t>č.</w:t>
      </w:r>
      <w:r w:rsidR="000258E6" w:rsidRPr="00436F79">
        <w:t> </w:t>
      </w:r>
      <w:r w:rsidRPr="00436F79">
        <w:t>117</w:t>
      </w:r>
      <w:r w:rsidR="000258E6" w:rsidRPr="00436F79">
        <w:t xml:space="preserve"> (Předávání digitální dokumentace z investiční výstavby SŽDC)</w:t>
      </w:r>
      <w:r w:rsidRPr="00436F79">
        <w:t xml:space="preserve"> a pokynu GŘ č.</w:t>
      </w:r>
      <w:r w:rsidR="000258E6" w:rsidRPr="00436F79">
        <w:t> </w:t>
      </w:r>
      <w:r w:rsidRPr="00436F79">
        <w:t>4/2016</w:t>
      </w:r>
      <w:r w:rsidR="000258E6" w:rsidRPr="00436F79">
        <w:t xml:space="preserve"> (Předávání digitální dokumentace a dat mezi SŽDC a externími subjekty)</w:t>
      </w:r>
      <w:r w:rsidRPr="00436F79">
        <w:t xml:space="preserve"> a pokynu GŘ SŽ PO-06/2020-GŘ</w:t>
      </w:r>
      <w:r w:rsidR="00F04838" w:rsidRPr="00436F79">
        <w:t xml:space="preserve"> (Pokyn generálního ředitele k poskytování geodetických podkladů a činností pro přípravu a realizaci opravných a investičních akcí)</w:t>
      </w:r>
      <w:r w:rsidRPr="00436F79">
        <w:t xml:space="preserve"> a dále v souladu s dokumenty v této kapitole citovanými.“</w:t>
      </w:r>
    </w:p>
    <w:p w14:paraId="4EB514DA" w14:textId="77777777" w:rsidR="003B0494" w:rsidRPr="00436F79" w:rsidRDefault="003B0494" w:rsidP="003B0494">
      <w:pPr>
        <w:pStyle w:val="Text2-2"/>
      </w:pPr>
      <w:r w:rsidRPr="00436F79">
        <w:t>Čl. 1.7.3.2 TKP, odst. 1 se ruší</w:t>
      </w:r>
      <w:r w:rsidR="00F04838" w:rsidRPr="00436F79">
        <w:t>.</w:t>
      </w:r>
    </w:p>
    <w:p w14:paraId="13EDD7E0" w14:textId="77777777" w:rsidR="003B0494" w:rsidRPr="00436F79" w:rsidRDefault="003B0494" w:rsidP="003B0494">
      <w:pPr>
        <w:pStyle w:val="Text2-2"/>
      </w:pPr>
      <w:r w:rsidRPr="00436F79">
        <w:t xml:space="preserve">Čl. </w:t>
      </w:r>
      <w:bookmarkStart w:id="29" w:name="_Hlk115950514"/>
      <w:r w:rsidRPr="00436F79">
        <w:t xml:space="preserve">1.7.3.2 TKP, odst. 7 </w:t>
      </w:r>
      <w:bookmarkEnd w:id="29"/>
      <w:r w:rsidRPr="00436F79">
        <w:t>se ruší.</w:t>
      </w:r>
    </w:p>
    <w:p w14:paraId="267F5656" w14:textId="77777777" w:rsidR="003B0494" w:rsidRPr="00436F79" w:rsidRDefault="003B0494" w:rsidP="003B0494">
      <w:pPr>
        <w:pStyle w:val="Text2-2"/>
      </w:pPr>
      <w:r w:rsidRPr="00436F79">
        <w:t>Čl. 1.7.3.3 TKP, odst. 1 se mění takto:</w:t>
      </w:r>
    </w:p>
    <w:p w14:paraId="7E1FF04A" w14:textId="77777777" w:rsidR="003B0494" w:rsidRPr="00436F79" w:rsidRDefault="003B0494" w:rsidP="00EB6387">
      <w:pPr>
        <w:pStyle w:val="Text2-2"/>
        <w:numPr>
          <w:ilvl w:val="0"/>
          <w:numId w:val="0"/>
        </w:numPr>
        <w:ind w:left="1701"/>
      </w:pPr>
      <w:r w:rsidRPr="00436F79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436F79">
        <w:t>Bpv</w:t>
      </w:r>
      <w:proofErr w:type="spellEnd"/>
      <w:r w:rsidRPr="00436F79">
        <w:t>.</w:t>
      </w:r>
    </w:p>
    <w:p w14:paraId="2A5238ED" w14:textId="77777777" w:rsidR="00EB6387" w:rsidRPr="00436F79" w:rsidRDefault="00EB6387" w:rsidP="00EB6387">
      <w:pPr>
        <w:pStyle w:val="Text2-2"/>
      </w:pPr>
      <w:r w:rsidRPr="00436F79">
        <w:t xml:space="preserve">V čl. 1.7.3.5 TKP, odst.1 se mění takto: </w:t>
      </w:r>
    </w:p>
    <w:p w14:paraId="2F5EA142" w14:textId="77777777" w:rsidR="00EB6387" w:rsidRPr="00436F79" w:rsidRDefault="00EB6387" w:rsidP="00EB6387">
      <w:pPr>
        <w:pStyle w:val="Text2-2"/>
        <w:numPr>
          <w:ilvl w:val="0"/>
          <w:numId w:val="0"/>
        </w:numPr>
        <w:ind w:left="1701"/>
      </w:pPr>
      <w:r w:rsidRPr="00436F79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Pr="00436F79" w:rsidRDefault="00EB6387" w:rsidP="00EB6387">
      <w:pPr>
        <w:pStyle w:val="Text2-2"/>
      </w:pPr>
      <w:r w:rsidRPr="00436F79">
        <w:t>V čl. 1.7.3.5 TKP, se ruší odstavce 5 a 6.</w:t>
      </w:r>
    </w:p>
    <w:p w14:paraId="7DA96C7C" w14:textId="77777777" w:rsidR="00EB6387" w:rsidRPr="00436F79" w:rsidRDefault="00EB6387" w:rsidP="00EB6387">
      <w:pPr>
        <w:pStyle w:val="Text2-2"/>
      </w:pPr>
      <w:r w:rsidRPr="00436F79">
        <w:t>Čl. 1.8.2 TKP, odst. 6 písm. a) se doplňuje textem „…byla-li RDS zpracována</w:t>
      </w:r>
      <w:bookmarkStart w:id="30" w:name="_Hlk115329733"/>
      <w:bookmarkStart w:id="31" w:name="_Hlk115427294"/>
      <w:r w:rsidRPr="00436F79">
        <w:t>…“</w:t>
      </w:r>
      <w:bookmarkEnd w:id="30"/>
      <w:r w:rsidRPr="00436F79">
        <w:t>.</w:t>
      </w:r>
      <w:bookmarkEnd w:id="31"/>
    </w:p>
    <w:p w14:paraId="67B3D152" w14:textId="77777777" w:rsidR="00F832AA" w:rsidRPr="00436F79" w:rsidRDefault="00F832AA" w:rsidP="00F832AA">
      <w:pPr>
        <w:pStyle w:val="Text2-2"/>
      </w:pPr>
      <w:r w:rsidRPr="00436F79">
        <w:t>Čl. 1.8.2 TKP, odst. 7 se ruší.</w:t>
      </w:r>
    </w:p>
    <w:p w14:paraId="787235CA" w14:textId="77777777" w:rsidR="00F832AA" w:rsidRPr="00436F79" w:rsidRDefault="00F832AA" w:rsidP="00F832AA">
      <w:pPr>
        <w:pStyle w:val="Text2-2"/>
      </w:pPr>
      <w:r w:rsidRPr="00436F79">
        <w:t xml:space="preserve">V čl. 1.8.3.1 TKP, odst. 2 se ruší text </w:t>
      </w:r>
      <w:bookmarkStart w:id="32" w:name="_Hlk115877962"/>
      <w:r w:rsidRPr="00436F79">
        <w:t>„…</w:t>
      </w:r>
      <w:bookmarkEnd w:id="32"/>
      <w:r w:rsidRPr="00436F79">
        <w:t xml:space="preserve"> tj. zpravidla Stavební správa SŽ</w:t>
      </w:r>
      <w:bookmarkStart w:id="33" w:name="_Hlk115334079"/>
      <w:r w:rsidRPr="00436F79">
        <w:t>…“.</w:t>
      </w:r>
      <w:bookmarkEnd w:id="33"/>
    </w:p>
    <w:p w14:paraId="50868204" w14:textId="77777777" w:rsidR="00F832AA" w:rsidRPr="00436F79" w:rsidRDefault="00F832AA" w:rsidP="00F832AA">
      <w:pPr>
        <w:pStyle w:val="Text2-2"/>
      </w:pPr>
      <w:r w:rsidRPr="00436F79">
        <w:t>V čl. 1.9.2 TKP, odst. 3 se mění lhůta z 14 kalendářních dní na 7 kalendářních dní.</w:t>
      </w:r>
    </w:p>
    <w:p w14:paraId="5336A234" w14:textId="77777777" w:rsidR="00F832AA" w:rsidRPr="00436F79" w:rsidRDefault="00F832AA" w:rsidP="00F832AA">
      <w:pPr>
        <w:pStyle w:val="Text2-2"/>
      </w:pPr>
      <w:r w:rsidRPr="00436F79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436F79" w:rsidRDefault="001A001A" w:rsidP="001A001A">
      <w:pPr>
        <w:pStyle w:val="Text2-2"/>
      </w:pPr>
      <w:r w:rsidRPr="00436F79">
        <w:t>Čl. 1.9.2 TKP, odst. 7 se ruší.</w:t>
      </w:r>
    </w:p>
    <w:p w14:paraId="0AF2C3F2" w14:textId="77777777" w:rsidR="001A001A" w:rsidRPr="00436F79" w:rsidRDefault="001A001A" w:rsidP="001A001A">
      <w:pPr>
        <w:pStyle w:val="Text2-2"/>
      </w:pPr>
      <w:r w:rsidRPr="00436F79">
        <w:t xml:space="preserve">Čl. 1.9.4 TKP, odst. 2 se mění takto: </w:t>
      </w:r>
    </w:p>
    <w:p w14:paraId="1E53D822" w14:textId="77777777" w:rsidR="00EB6387" w:rsidRPr="00436F79" w:rsidRDefault="001A001A" w:rsidP="001A001A">
      <w:pPr>
        <w:pStyle w:val="Text2-2"/>
        <w:numPr>
          <w:ilvl w:val="0"/>
          <w:numId w:val="0"/>
        </w:numPr>
        <w:ind w:left="1701"/>
      </w:pPr>
      <w:r w:rsidRPr="00436F79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436F79" w:rsidRDefault="001A001A" w:rsidP="002E5B84">
      <w:pPr>
        <w:pStyle w:val="Text2-2"/>
      </w:pPr>
      <w:r w:rsidRPr="00436F79">
        <w:t>Čl. 1.9.4 TKP, odst.5 se mění takto:</w:t>
      </w:r>
    </w:p>
    <w:p w14:paraId="755F332C" w14:textId="77777777" w:rsidR="001A001A" w:rsidRPr="00436F79" w:rsidRDefault="001A001A" w:rsidP="001A001A">
      <w:pPr>
        <w:pStyle w:val="Text2-2"/>
        <w:numPr>
          <w:ilvl w:val="0"/>
          <w:numId w:val="0"/>
        </w:numPr>
        <w:ind w:left="1701"/>
      </w:pPr>
      <w:r w:rsidRPr="00436F79">
        <w:t>Zhotovitel se zavazuje zpracovat havarijní plán pro případný únik ropných látek ve smyslu zákona č. 254/2001</w:t>
      </w:r>
      <w:r w:rsidR="00F04838" w:rsidRPr="00436F79">
        <w:t> </w:t>
      </w:r>
      <w:r w:rsidRPr="00436F79">
        <w:t>Sb.</w:t>
      </w:r>
      <w:r w:rsidR="00F04838" w:rsidRPr="00436F79">
        <w:t xml:space="preserve"> (vodní zákon). </w:t>
      </w:r>
      <w:r w:rsidRPr="00436F79">
        <w:t xml:space="preserve"> Zhotovitel bude řešit </w:t>
      </w:r>
      <w:r w:rsidRPr="00436F79">
        <w:lastRenderedPageBreak/>
        <w:t>způsob odstavení stavebních strojů, zásobování strojů pohonnými hmotami, ochranu proti znečištění povrchových a podzemních vod a ovzduší.</w:t>
      </w:r>
    </w:p>
    <w:p w14:paraId="603B1DE9" w14:textId="77777777" w:rsidR="002E5B84" w:rsidRPr="00436F79" w:rsidRDefault="002E5B84" w:rsidP="002E5B84">
      <w:pPr>
        <w:pStyle w:val="Text2-2"/>
      </w:pPr>
      <w:r w:rsidRPr="00436F79">
        <w:t xml:space="preserve">V čl. </w:t>
      </w:r>
      <w:bookmarkStart w:id="34" w:name="_Hlk115953274"/>
      <w:r w:rsidRPr="00436F79">
        <w:t xml:space="preserve">1.9.5.1 TKP, odst. 1, </w:t>
      </w:r>
      <w:bookmarkEnd w:id="34"/>
      <w:r w:rsidRPr="00436F79">
        <w:t>písm. e) se mění lhůta z 21 dnů na 7 dnů.</w:t>
      </w:r>
    </w:p>
    <w:p w14:paraId="56F76875" w14:textId="77777777" w:rsidR="002E5B84" w:rsidRPr="00436F79" w:rsidRDefault="002E5B84" w:rsidP="002E5B84">
      <w:pPr>
        <w:pStyle w:val="Text2-2"/>
      </w:pPr>
      <w:r w:rsidRPr="00436F79">
        <w:t>Čl. 1.9.5.1 TKP, odst. 3 se ruší.</w:t>
      </w:r>
    </w:p>
    <w:p w14:paraId="6C6F3129" w14:textId="77777777" w:rsidR="002E5B84" w:rsidRPr="00436F79" w:rsidRDefault="002E5B84" w:rsidP="002E5B84">
      <w:pPr>
        <w:pStyle w:val="Text2-2"/>
      </w:pPr>
      <w:r w:rsidRPr="00436F79">
        <w:t>V čl. 1.10.5.2 TKP, odst. 3 se ruší text „… (zpravidla Stavební správa)“.</w:t>
      </w:r>
    </w:p>
    <w:p w14:paraId="00BDD7E0" w14:textId="77777777" w:rsidR="002E5B84" w:rsidRPr="00436F79" w:rsidRDefault="002E5B84" w:rsidP="002E5B84">
      <w:pPr>
        <w:pStyle w:val="Text2-2"/>
      </w:pPr>
      <w:r w:rsidRPr="00436F79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436F79" w:rsidRDefault="00DF7856" w:rsidP="00DF7856">
      <w:pPr>
        <w:pStyle w:val="Text2-2"/>
      </w:pPr>
      <w:r w:rsidRPr="00436F79">
        <w:t>Čl. 1.10.9.3 TKP, odst. 7 se ruší.</w:t>
      </w:r>
    </w:p>
    <w:p w14:paraId="001931A6" w14:textId="77777777" w:rsidR="00DF7856" w:rsidRPr="00436F79" w:rsidRDefault="00DF7856" w:rsidP="00DF7856">
      <w:pPr>
        <w:pStyle w:val="Text2-2"/>
      </w:pPr>
      <w:r w:rsidRPr="00436F79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436F79" w:rsidRDefault="00DF7856" w:rsidP="00DF7856">
      <w:pPr>
        <w:pStyle w:val="Text2-2"/>
      </w:pPr>
      <w:r w:rsidRPr="00436F79">
        <w:t>V čl. 1.11.3 TKP, odst. 4, písm. d) se mění počet 4 souprav závěrových tabulek na 3 soupravy závěrových tabulek.</w:t>
      </w:r>
    </w:p>
    <w:p w14:paraId="448E1D50" w14:textId="77777777" w:rsidR="002E5B84" w:rsidRPr="00436F79" w:rsidRDefault="00DF7856" w:rsidP="002E5B84">
      <w:pPr>
        <w:pStyle w:val="Text2-2"/>
      </w:pPr>
      <w:r w:rsidRPr="00436F79">
        <w:t>V čl. 1.11.3 TKP, odst. 4, písm. e) se mění takto:</w:t>
      </w:r>
    </w:p>
    <w:p w14:paraId="1B075C28" w14:textId="77777777" w:rsidR="00DF7856" w:rsidRPr="00436F79" w:rsidRDefault="00DF7856" w:rsidP="00DF7856">
      <w:pPr>
        <w:pStyle w:val="Text2-2"/>
        <w:numPr>
          <w:ilvl w:val="0"/>
          <w:numId w:val="0"/>
        </w:numPr>
        <w:ind w:left="1701"/>
      </w:pPr>
      <w:r w:rsidRPr="00436F79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436F79" w:rsidRDefault="00DF7856" w:rsidP="00DF7856">
      <w:pPr>
        <w:pStyle w:val="Text2-2"/>
      </w:pPr>
      <w:r w:rsidRPr="00436F79">
        <w:t>V čl. 1.11.3 TKP, odst. 5, se mění lhůta z 45 dnů na 15 dnů.</w:t>
      </w:r>
    </w:p>
    <w:p w14:paraId="0704B5B7" w14:textId="77777777" w:rsidR="00DF7856" w:rsidRPr="00436F79" w:rsidRDefault="00DF7856" w:rsidP="00DF7856">
      <w:pPr>
        <w:pStyle w:val="Text2-2"/>
      </w:pPr>
      <w:r w:rsidRPr="00436F79">
        <w:t xml:space="preserve">V čl. 1.11.5 TKP, odst. 2 se vypouští text: </w:t>
      </w:r>
      <w:bookmarkStart w:id="35" w:name="_Hlk115869021"/>
      <w:r w:rsidRPr="00436F79">
        <w:t>„…</w:t>
      </w:r>
      <w:bookmarkEnd w:id="35"/>
      <w:r w:rsidRPr="00436F79">
        <w:t>a v podrobnostech směrnice SŽ SM011“</w:t>
      </w:r>
    </w:p>
    <w:p w14:paraId="5ABBE8F9" w14:textId="77777777" w:rsidR="00DF7856" w:rsidRPr="00436F79" w:rsidRDefault="00DF7856" w:rsidP="00DF7856">
      <w:pPr>
        <w:pStyle w:val="Text2-2"/>
      </w:pPr>
      <w:r w:rsidRPr="00436F79">
        <w:t>Čl. 1.11.5.1 TKP, odst. 3 se mění takto:</w:t>
      </w:r>
    </w:p>
    <w:p w14:paraId="75E57AD6" w14:textId="574BAFAD" w:rsidR="00DF7856" w:rsidRPr="00436F79" w:rsidRDefault="00DF7856" w:rsidP="004C1240">
      <w:pPr>
        <w:pStyle w:val="Text2-2"/>
        <w:numPr>
          <w:ilvl w:val="0"/>
          <w:numId w:val="0"/>
        </w:numPr>
        <w:ind w:left="1701"/>
        <w:rPr>
          <w:highlight w:val="green"/>
        </w:rPr>
      </w:pPr>
      <w:r w:rsidRPr="00436F79">
        <w:t xml:space="preserve">Předání Dokumentace skutečného provedení stavby týkající se díla Zhotovitelem Objednateli proběhne </w:t>
      </w:r>
      <w:r w:rsidRPr="00436F79">
        <w:rPr>
          <w:b/>
        </w:rPr>
        <w:t>v listinné podobě ve třech vyhotoveních</w:t>
      </w:r>
      <w:r w:rsidRPr="00436F79">
        <w:t xml:space="preserve"> pro technickou část do 2 měsíců, pro souborné zpracování geodetické části do 2 měsíců a kompletní </w:t>
      </w:r>
      <w:r w:rsidRPr="00436F79">
        <w:rPr>
          <w:b/>
        </w:rPr>
        <w:t>dokumentace v elektronické podobě v rozsahu dle čl. 4.1.</w:t>
      </w:r>
      <w:r w:rsidR="001456A2" w:rsidRPr="00436F79">
        <w:rPr>
          <w:b/>
        </w:rPr>
        <w:t>2.</w:t>
      </w:r>
      <w:r w:rsidRPr="00436F79">
        <w:rPr>
          <w:b/>
        </w:rPr>
        <w:t>30</w:t>
      </w:r>
      <w:r w:rsidR="00C4162B" w:rsidRPr="00436F79">
        <w:rPr>
          <w:b/>
        </w:rPr>
        <w:t xml:space="preserve"> </w:t>
      </w:r>
      <w:r w:rsidRPr="00436F79">
        <w:rPr>
          <w:b/>
        </w:rPr>
        <w:t>těchto ZTP</w:t>
      </w:r>
      <w:r w:rsidRPr="00436F79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436F79" w:rsidRDefault="004C1240" w:rsidP="004C1240">
      <w:pPr>
        <w:pStyle w:val="Text2-2"/>
      </w:pPr>
      <w:r w:rsidRPr="00436F79">
        <w:t>Čl. 1.11.5.1 TKP, odst. 4 se ruší.</w:t>
      </w:r>
    </w:p>
    <w:p w14:paraId="21938E47" w14:textId="77777777" w:rsidR="004C1240" w:rsidRPr="00436F79" w:rsidRDefault="004C1240" w:rsidP="004C1240">
      <w:pPr>
        <w:pStyle w:val="Text2-2"/>
      </w:pPr>
      <w:r w:rsidRPr="00436F79">
        <w:t>Čl. 1.11.5.1 TKP, odst. 5 se ruší.</w:t>
      </w:r>
    </w:p>
    <w:p w14:paraId="34C5FAAF" w14:textId="77777777" w:rsidR="004C1240" w:rsidRPr="00436F79" w:rsidRDefault="004C1240" w:rsidP="004C1240">
      <w:pPr>
        <w:pStyle w:val="Text2-2"/>
      </w:pPr>
      <w:r w:rsidRPr="00436F79">
        <w:t>ČL 1.11.5.1 TKP, odst. 6 se mění takto:</w:t>
      </w:r>
    </w:p>
    <w:p w14:paraId="2A2ECA97" w14:textId="77777777" w:rsidR="004C1240" w:rsidRPr="00436F79" w:rsidRDefault="004C1240" w:rsidP="004C1240">
      <w:pPr>
        <w:pStyle w:val="Text2-2"/>
        <w:numPr>
          <w:ilvl w:val="0"/>
          <w:numId w:val="0"/>
        </w:numPr>
        <w:ind w:left="1701"/>
      </w:pPr>
      <w:r w:rsidRPr="00436F79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436F79" w:rsidRDefault="004C1240" w:rsidP="00484F28">
      <w:pPr>
        <w:pStyle w:val="Text2-2"/>
        <w:numPr>
          <w:ilvl w:val="0"/>
          <w:numId w:val="22"/>
        </w:numPr>
      </w:pPr>
      <w:r w:rsidRPr="00436F79">
        <w:t>kompletní dokumentace stavby v otevřené formě</w:t>
      </w:r>
    </w:p>
    <w:p w14:paraId="19A3DA3F" w14:textId="7E66C78D" w:rsidR="004C1240" w:rsidRPr="00436F79" w:rsidRDefault="004C1240" w:rsidP="00484F28">
      <w:pPr>
        <w:pStyle w:val="Text2-2"/>
        <w:numPr>
          <w:ilvl w:val="0"/>
          <w:numId w:val="22"/>
        </w:numPr>
      </w:pPr>
      <w:r w:rsidRPr="00436F79">
        <w:t>kompletní dokumentace stavby v uzavřené formě</w:t>
      </w:r>
    </w:p>
    <w:p w14:paraId="3DF85E15" w14:textId="52805890" w:rsidR="004C1240" w:rsidRPr="00436F79" w:rsidRDefault="00672F4D" w:rsidP="00484F28">
      <w:pPr>
        <w:pStyle w:val="Text2-2"/>
        <w:numPr>
          <w:ilvl w:val="0"/>
          <w:numId w:val="22"/>
        </w:numPr>
      </w:pPr>
      <w:r w:rsidRPr="00436F79">
        <w:t xml:space="preserve">kompletní dokumentace stavby </w:t>
      </w:r>
      <w:r w:rsidR="004C1240" w:rsidRPr="00436F79">
        <w:t xml:space="preserve">ve struktuře </w:t>
      </w:r>
      <w:proofErr w:type="spellStart"/>
      <w:r w:rsidR="004C1240" w:rsidRPr="00436F79">
        <w:t>Tree</w:t>
      </w:r>
      <w:r w:rsidRPr="00436F79">
        <w:t>I</w:t>
      </w:r>
      <w:r w:rsidR="004C1240" w:rsidRPr="00436F79">
        <w:t>nfo</w:t>
      </w:r>
      <w:proofErr w:type="spellEnd"/>
      <w:r w:rsidR="004C1240" w:rsidRPr="00436F79">
        <w:t xml:space="preserve"> (</w:t>
      </w:r>
      <w:proofErr w:type="spellStart"/>
      <w:r w:rsidR="004C1240" w:rsidRPr="00436F79">
        <w:t>InvestDokument</w:t>
      </w:r>
      <w:proofErr w:type="spellEnd"/>
      <w:r w:rsidR="004C1240" w:rsidRPr="00436F79">
        <w:t>) v otevřené a uzavřené formě.</w:t>
      </w:r>
    </w:p>
    <w:p w14:paraId="744A9FA1" w14:textId="77777777" w:rsidR="00E05363" w:rsidRPr="00436F79" w:rsidRDefault="00E05363" w:rsidP="00E05363">
      <w:pPr>
        <w:pStyle w:val="Text2-2"/>
      </w:pPr>
      <w:r w:rsidRPr="00436F79">
        <w:t>V čl. 1.11.5.1 TKP, odst. 7 se ruší text: „…*.XML (datový předpis XDC)“.</w:t>
      </w:r>
    </w:p>
    <w:p w14:paraId="6DDAD84D" w14:textId="77777777" w:rsidR="00735BE7" w:rsidRPr="00436F79" w:rsidRDefault="00735BE7" w:rsidP="00735BE7">
      <w:pPr>
        <w:pStyle w:val="Text2-1"/>
        <w:rPr>
          <w:b/>
        </w:rPr>
      </w:pPr>
      <w:r w:rsidRPr="00436F79">
        <w:t xml:space="preserve">Pokud obsahují TKP odvolání na ustanovení VTP, tyto se ruší a </w:t>
      </w:r>
      <w:r w:rsidRPr="00436F79">
        <w:rPr>
          <w:b/>
        </w:rPr>
        <w:t>platí TKP, nebo doplňující ustanovení jsou-li v ZTP uvedena.</w:t>
      </w:r>
    </w:p>
    <w:p w14:paraId="7FA8E2B4" w14:textId="0337DCC4" w:rsidR="00735F5B" w:rsidRPr="00436F79" w:rsidRDefault="00735F5B" w:rsidP="00735F5B">
      <w:pPr>
        <w:pStyle w:val="Text2-2"/>
      </w:pPr>
      <w:r w:rsidRPr="00436F79">
        <w:t xml:space="preserve"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po </w:t>
      </w:r>
      <w:r w:rsidRPr="00436F79">
        <w:lastRenderedPageBreak/>
        <w:t>nabytí účinnosti Smlouvy</w:t>
      </w:r>
      <w:r w:rsidR="00D721BE" w:rsidRPr="00436F79">
        <w:t>, nejdříve</w:t>
      </w:r>
      <w:r w:rsidR="008A19E2" w:rsidRPr="00436F79">
        <w:t xml:space="preserve"> však prvního dne měsíce určeného pro zahájení stavby v čl. 5.1.4 </w:t>
      </w:r>
      <w:r w:rsidR="00BE06E2" w:rsidRPr="00436F79">
        <w:t xml:space="preserve">těchto </w:t>
      </w:r>
      <w:r w:rsidR="008A19E2" w:rsidRPr="00436F79">
        <w:t>ZTP.</w:t>
      </w:r>
    </w:p>
    <w:p w14:paraId="0D0E006A" w14:textId="77777777" w:rsidR="00735F5B" w:rsidRPr="00436F79" w:rsidRDefault="00735F5B" w:rsidP="00735F5B">
      <w:pPr>
        <w:pStyle w:val="Text2-2"/>
      </w:pPr>
      <w:r w:rsidRPr="00436F79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Pr="00436F79" w:rsidRDefault="00735F5B" w:rsidP="00735F5B">
      <w:pPr>
        <w:pStyle w:val="Text2-2"/>
      </w:pPr>
      <w:r w:rsidRPr="00436F79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Pr="00436F79" w:rsidRDefault="00735F5B" w:rsidP="00735F5B">
      <w:pPr>
        <w:pStyle w:val="Text2-2"/>
      </w:pPr>
      <w:r w:rsidRPr="00436F79">
        <w:t xml:space="preserve">V případě, že TDS při provádění Díla zjistí, že práce na Díle nebo jeho části provádí </w:t>
      </w:r>
      <w:proofErr w:type="spellStart"/>
      <w:r w:rsidRPr="00436F79">
        <w:t>Podzhotovitel</w:t>
      </w:r>
      <w:proofErr w:type="spellEnd"/>
      <w:r w:rsidRPr="00436F79"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E661C3A" w14:textId="77777777" w:rsidR="009358DC" w:rsidRPr="00436F79" w:rsidRDefault="009358DC" w:rsidP="005220AF">
      <w:pPr>
        <w:pStyle w:val="Text2-2"/>
      </w:pPr>
      <w:r w:rsidRPr="00436F79">
        <w:t>Zhotovitel je povinen zajistit veřejnoprávní projednání a vydání potřebných rozhodnutí, povolení, souhlasů a jiných opatření</w:t>
      </w:r>
      <w:r w:rsidR="00223CF2" w:rsidRPr="00436F79">
        <w:t>, nad rámec rozhodnutí, povolení, souhlasů zajištěných Objednatelem.</w:t>
      </w:r>
      <w:r w:rsidRPr="00436F79">
        <w:t xml:space="preserve"> Zejména se jedná o:</w:t>
      </w:r>
    </w:p>
    <w:p w14:paraId="1B0EA688" w14:textId="77777777" w:rsidR="009358DC" w:rsidRPr="00436F7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436F79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436F79">
        <w:rPr>
          <w:sz w:val="18"/>
          <w:szCs w:val="18"/>
        </w:rPr>
        <w:t> </w:t>
      </w:r>
      <w:r w:rsidRPr="00436F79">
        <w:rPr>
          <w:sz w:val="18"/>
          <w:szCs w:val="18"/>
        </w:rPr>
        <w:t>13/1997 Sb.</w:t>
      </w:r>
      <w:r w:rsidR="00223CF2" w:rsidRPr="00436F79">
        <w:rPr>
          <w:sz w:val="18"/>
          <w:szCs w:val="18"/>
        </w:rPr>
        <w:t xml:space="preserve"> (o pozemních komunikacích)</w:t>
      </w:r>
      <w:r w:rsidRPr="00436F79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436F79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436F79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0A71961" w14:textId="3127C432" w:rsidR="00324E85" w:rsidRPr="00436F79" w:rsidRDefault="009358DC" w:rsidP="0010064A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436F79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436F79" w:rsidRDefault="00223CF2" w:rsidP="00223CF2">
      <w:pPr>
        <w:pStyle w:val="Text2-2"/>
      </w:pPr>
      <w:r w:rsidRPr="00436F79">
        <w:rPr>
          <w:b/>
        </w:rPr>
        <w:t>U majetkoprávního vypořádání s ČD</w:t>
      </w:r>
      <w:r w:rsidRPr="00436F79">
        <w:t xml:space="preserve"> se Zhotovitel zavazuje respektovat aktuální stav a postupy vypořádání v rámci </w:t>
      </w:r>
      <w:r w:rsidRPr="00436F79">
        <w:rPr>
          <w:b/>
        </w:rPr>
        <w:t>UMVŽST.</w:t>
      </w:r>
    </w:p>
    <w:p w14:paraId="49430CA2" w14:textId="77777777" w:rsidR="009358DC" w:rsidRPr="00436F79" w:rsidRDefault="009358DC" w:rsidP="005220AF">
      <w:pPr>
        <w:pStyle w:val="Text2-2"/>
      </w:pPr>
      <w:r w:rsidRPr="00436F79">
        <w:t xml:space="preserve">Veškeré pracovní postupy nutné ke zhotovení Díla a odstraňování jeho vad, se Zhotovitel zavazuje provádět tak, aby bez řádného projednání s vlastníky </w:t>
      </w:r>
      <w:r w:rsidRPr="00436F79">
        <w:rPr>
          <w:b/>
        </w:rPr>
        <w:t>nezasahovaly do majetku a práv třetích osob.</w:t>
      </w:r>
    </w:p>
    <w:p w14:paraId="2C486EC1" w14:textId="77777777" w:rsidR="00065260" w:rsidRPr="00436F79" w:rsidRDefault="00065260" w:rsidP="005220AF">
      <w:pPr>
        <w:pStyle w:val="Text2-2"/>
      </w:pPr>
      <w:r w:rsidRPr="00436F79">
        <w:t xml:space="preserve">Pokud je </w:t>
      </w:r>
      <w:r w:rsidRPr="00436F79">
        <w:rPr>
          <w:b/>
        </w:rPr>
        <w:t>podzemní vedení</w:t>
      </w:r>
      <w:r w:rsidRPr="00436F79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436F79" w:rsidRDefault="00C711EA" w:rsidP="005220AF">
      <w:pPr>
        <w:pStyle w:val="Text2-2"/>
      </w:pPr>
      <w:r w:rsidRPr="00436F79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436F79" w:rsidRDefault="00C711EA" w:rsidP="005220AF">
      <w:pPr>
        <w:pStyle w:val="Text2-2"/>
      </w:pPr>
      <w:r w:rsidRPr="00436F79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436F79" w:rsidRDefault="00C711EA" w:rsidP="005220AF">
      <w:pPr>
        <w:pStyle w:val="Text2-2"/>
        <w:rPr>
          <w:b/>
        </w:rPr>
      </w:pPr>
      <w:r w:rsidRPr="00436F79">
        <w:lastRenderedPageBreak/>
        <w:t xml:space="preserve">Zhotovitel se zavazuje nejméně 5 dní před zahájením příslušné činnosti oznámit TDS a projednat s příslušným vlastníkem (správcem) </w:t>
      </w:r>
      <w:r w:rsidRPr="00436F79">
        <w:rPr>
          <w:b/>
        </w:rPr>
        <w:t>zásahy do jeho provozovaného zařízení technické infrastruktury.</w:t>
      </w:r>
    </w:p>
    <w:p w14:paraId="2773B784" w14:textId="77777777" w:rsidR="00E95BF0" w:rsidRPr="00436F79" w:rsidRDefault="00DD10A4" w:rsidP="005220AF">
      <w:pPr>
        <w:pStyle w:val="Text2-2"/>
      </w:pPr>
      <w:r w:rsidRPr="00436F79">
        <w:t xml:space="preserve">V případě plánované výluky (vypnutí) </w:t>
      </w:r>
      <w:r w:rsidRPr="00436F79">
        <w:rPr>
          <w:b/>
        </w:rPr>
        <w:t>přejezdového zabezpečovacího zařízení,</w:t>
      </w:r>
      <w:r w:rsidRPr="00436F79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436F79" w:rsidRDefault="00DD10A4" w:rsidP="005220AF">
      <w:pPr>
        <w:pStyle w:val="Text2-2"/>
      </w:pPr>
      <w:r w:rsidRPr="00436F79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77777777" w:rsidR="009358DC" w:rsidRPr="00436F79" w:rsidRDefault="00C711EA" w:rsidP="005220AF">
      <w:pPr>
        <w:pStyle w:val="Text2-2"/>
      </w:pPr>
      <w:r w:rsidRPr="00436F79">
        <w:t xml:space="preserve">Předpokládaná doba </w:t>
      </w:r>
      <w:r w:rsidRPr="00436F79">
        <w:rPr>
          <w:b/>
        </w:rPr>
        <w:t>provedení následné úpravy směrového a výškového uspořádání koleje</w:t>
      </w:r>
      <w:r w:rsidRPr="00436F79">
        <w:t xml:space="preserve"> (dále jen „následná úprava GPK“), včetně požadavku na rozsah omezení nebo vyloučení koleje, je uvedena</w:t>
      </w:r>
      <w:r w:rsidR="00324E85" w:rsidRPr="00436F79">
        <w:t xml:space="preserve"> v</w:t>
      </w:r>
      <w:r w:rsidRPr="00436F79">
        <w:t xml:space="preserve"> Projektové dokumentaci, část ZOV. Pro každý SO železničního svršku, u kterého se předpokládá následná úprava GPK, dle SŽ S3/1 bude v Harmonogramu uveden předpokládaný termín provádění následné úpravy GPK.</w:t>
      </w:r>
    </w:p>
    <w:p w14:paraId="0E1FC6F4" w14:textId="77777777" w:rsidR="00F72FDF" w:rsidRPr="00436F79" w:rsidRDefault="00F72FDF" w:rsidP="00F21EDB">
      <w:pPr>
        <w:pStyle w:val="Text2-2"/>
      </w:pPr>
      <w:r w:rsidRPr="00436F79">
        <w:rPr>
          <w:b/>
        </w:rPr>
        <w:t>Změny během výstavby</w:t>
      </w:r>
      <w:r w:rsidRPr="00436F79">
        <w:t>,</w:t>
      </w:r>
      <w:r w:rsidR="00324E85" w:rsidRPr="00436F79">
        <w:t xml:space="preserve"> musí být</w:t>
      </w:r>
      <w:r w:rsidR="00D47647" w:rsidRPr="00436F79">
        <w:t xml:space="preserve"> řešeny</w:t>
      </w:r>
      <w:r w:rsidR="00857CC5" w:rsidRPr="00436F79">
        <w:t xml:space="preserve"> </w:t>
      </w:r>
      <w:r w:rsidR="008F6AC2" w:rsidRPr="00436F79">
        <w:t>a zpracovány</w:t>
      </w:r>
      <w:r w:rsidR="00D47647" w:rsidRPr="00436F79">
        <w:t xml:space="preserve"> </w:t>
      </w:r>
      <w:r w:rsidR="001401D5" w:rsidRPr="00436F79">
        <w:t xml:space="preserve">podle </w:t>
      </w:r>
      <w:r w:rsidR="00D47647" w:rsidRPr="00436F79">
        <w:t>směrnic</w:t>
      </w:r>
      <w:r w:rsidR="001401D5" w:rsidRPr="00436F79">
        <w:t>e</w:t>
      </w:r>
      <w:r w:rsidR="00F8680A" w:rsidRPr="00436F79">
        <w:t xml:space="preserve"> </w:t>
      </w:r>
      <w:r w:rsidR="00D47647" w:rsidRPr="00436F79">
        <w:t>SŽ SM105</w:t>
      </w:r>
      <w:r w:rsidR="00757E4D" w:rsidRPr="00436F79">
        <w:t>.</w:t>
      </w:r>
      <w:r w:rsidR="00857CC5" w:rsidRPr="00436F79">
        <w:t xml:space="preserve"> </w:t>
      </w:r>
    </w:p>
    <w:p w14:paraId="742029CC" w14:textId="77777777" w:rsidR="00F72FDF" w:rsidRPr="00436F79" w:rsidRDefault="00F72FDF" w:rsidP="00F21EDB">
      <w:pPr>
        <w:pStyle w:val="Text2-2"/>
      </w:pPr>
      <w:r w:rsidRPr="00436F79">
        <w:t xml:space="preserve">Zhotovitel se zavazuje 12 týdnů před zahájením prací v určeném úseku upozornit TDS a příslušnou provozní jednotku </w:t>
      </w:r>
      <w:r w:rsidRPr="00436F79">
        <w:rPr>
          <w:b/>
        </w:rPr>
        <w:t>na omezení či zastavení provozu vlečky,</w:t>
      </w:r>
      <w:r w:rsidRPr="00436F79">
        <w:t xml:space="preserve"> nakládkových a vykládkových kolejí z důvodů výluk kolejí.</w:t>
      </w:r>
    </w:p>
    <w:p w14:paraId="10F068EE" w14:textId="77777777" w:rsidR="00F72FDF" w:rsidRPr="00436F79" w:rsidRDefault="00F72FDF" w:rsidP="005220AF">
      <w:pPr>
        <w:pStyle w:val="Text2-2"/>
      </w:pPr>
      <w:r w:rsidRPr="00436F79">
        <w:t xml:space="preserve">Zhotovitel se zavazuje zajistit v maximální možné míře zřizování </w:t>
      </w:r>
      <w:r w:rsidRPr="00436F79">
        <w:rPr>
          <w:b/>
        </w:rPr>
        <w:t>ucelených úseků kolejového lože</w:t>
      </w:r>
      <w:r w:rsidRPr="00436F79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436F79" w:rsidRDefault="00744694" w:rsidP="00F21EDB">
      <w:pPr>
        <w:pStyle w:val="Text2-2"/>
      </w:pPr>
      <w:r w:rsidRPr="00436F79">
        <w:t xml:space="preserve">Zhotovitel je oprávněn ukládat kamenivo před použitím v rámci Díla (nové, vyzískané i recyklované) na </w:t>
      </w:r>
      <w:proofErr w:type="spellStart"/>
      <w:r w:rsidRPr="00436F79">
        <w:t>mezideponii</w:t>
      </w:r>
      <w:proofErr w:type="spellEnd"/>
      <w:r w:rsidRPr="00436F79">
        <w:t xml:space="preserve"> určenou TDS, až po převzetí úpravy plochy </w:t>
      </w:r>
      <w:proofErr w:type="spellStart"/>
      <w:r w:rsidRPr="00436F79">
        <w:t>mezideponie</w:t>
      </w:r>
      <w:proofErr w:type="spellEnd"/>
      <w:r w:rsidRPr="00436F79">
        <w:t xml:space="preserve"> ze strany TDS, potvrzené zápisem ve Stavebním deníku. V případě, že je deponie kameniva pojížděna dopravními prostředky v rozporu s TKP, je Zhotovitel povinen na vyzvání TDS prokázat na vlastní náklady </w:t>
      </w:r>
      <w:proofErr w:type="spellStart"/>
      <w:r w:rsidRPr="00436F79">
        <w:t>ostrohrannost</w:t>
      </w:r>
      <w:proofErr w:type="spellEnd"/>
      <w:r w:rsidRPr="00436F79">
        <w:t xml:space="preserve"> kameniva a zaoblenost hran dle OTP Kamenivo pro kolejové lože železničních drah čj.38992/2020-SŽ-GŘ-O13. Počet a místa odběru zkušebních vzorků určí TDS.</w:t>
      </w:r>
    </w:p>
    <w:p w14:paraId="4D104648" w14:textId="77777777" w:rsidR="00FD0503" w:rsidRPr="00436F79" w:rsidRDefault="00FD0503" w:rsidP="00F21EDB">
      <w:pPr>
        <w:pStyle w:val="Text2-2"/>
      </w:pPr>
      <w:r w:rsidRPr="00436F79">
        <w:rPr>
          <w:b/>
        </w:rPr>
        <w:t xml:space="preserve">V </w:t>
      </w:r>
      <w:r w:rsidR="000C3375" w:rsidRPr="00436F79">
        <w:rPr>
          <w:b/>
        </w:rPr>
        <w:t>dokumentaci skutečného provedení stavby (</w:t>
      </w:r>
      <w:r w:rsidRPr="00436F79">
        <w:rPr>
          <w:b/>
        </w:rPr>
        <w:t>DSPS</w:t>
      </w:r>
      <w:r w:rsidR="000C3375" w:rsidRPr="00436F79">
        <w:rPr>
          <w:b/>
        </w:rPr>
        <w:t>)</w:t>
      </w:r>
      <w:r w:rsidRPr="00436F79">
        <w:rPr>
          <w:b/>
        </w:rPr>
        <w:t xml:space="preserve"> </w:t>
      </w:r>
      <w:r w:rsidRPr="00436F79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436F79" w:rsidRDefault="000C3375" w:rsidP="00F21EDB">
      <w:pPr>
        <w:pStyle w:val="Text2-2"/>
      </w:pPr>
      <w:r w:rsidRPr="00436F79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436F79" w:rsidRDefault="00FD0503" w:rsidP="005220AF">
      <w:pPr>
        <w:pStyle w:val="Text2-2"/>
      </w:pPr>
      <w:r w:rsidRPr="00436F79">
        <w:rPr>
          <w:b/>
        </w:rPr>
        <w:t>Souborné zpracování geodetické části DSPS</w:t>
      </w:r>
      <w:r w:rsidRPr="00436F79">
        <w:t xml:space="preserve"> bude předáno Objednateli v listinné a elektronické podobě v tomto členění:</w:t>
      </w:r>
    </w:p>
    <w:p w14:paraId="04895C1A" w14:textId="77777777" w:rsidR="00FD0503" w:rsidRPr="00436F79" w:rsidRDefault="00FD0503" w:rsidP="00F21EDB">
      <w:pPr>
        <w:pStyle w:val="Text2-2"/>
        <w:numPr>
          <w:ilvl w:val="4"/>
          <w:numId w:val="14"/>
        </w:numPr>
      </w:pPr>
      <w:r w:rsidRPr="00436F79">
        <w:t>Technická zpráva a Předávací protokol (ve formátu *.pdf),</w:t>
      </w:r>
    </w:p>
    <w:p w14:paraId="249EF484" w14:textId="77777777" w:rsidR="00FD0503" w:rsidRPr="00436F79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436F79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436F79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436F79">
        <w:rPr>
          <w:sz w:val="18"/>
          <w:szCs w:val="18"/>
        </w:rPr>
        <w:t>Elaborát bodového pole:</w:t>
      </w:r>
    </w:p>
    <w:p w14:paraId="6F29101D" w14:textId="77777777" w:rsidR="00FD0503" w:rsidRPr="00436F79" w:rsidRDefault="00FD0503" w:rsidP="00F21EDB">
      <w:pPr>
        <w:pStyle w:val="Text2-2"/>
        <w:numPr>
          <w:ilvl w:val="5"/>
          <w:numId w:val="14"/>
        </w:numPr>
      </w:pPr>
      <w:r w:rsidRPr="00436F79">
        <w:lastRenderedPageBreak/>
        <w:t>dokumentace po stavbě předaného ŽBP do správy SŽG, zřízeného v souladu Metodickým pokynem SŽDC M20/MP007</w:t>
      </w:r>
      <w:r w:rsidR="007F5DDD" w:rsidRPr="00436F79">
        <w:t xml:space="preserve"> Železniční bodové pole </w:t>
      </w:r>
      <w:r w:rsidRPr="00436F79">
        <w:t>(způsob stabilizace, měření, zpracování, obsah dokumentace),</w:t>
      </w:r>
    </w:p>
    <w:p w14:paraId="155C17CF" w14:textId="77777777" w:rsidR="00FD0503" w:rsidRPr="00436F79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436F79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436F79" w:rsidRDefault="00252A5C" w:rsidP="00F21EDB">
      <w:pPr>
        <w:pStyle w:val="Text2-2"/>
        <w:numPr>
          <w:ilvl w:val="4"/>
          <w:numId w:val="14"/>
        </w:numPr>
      </w:pPr>
      <w:r w:rsidRPr="00436F79">
        <w:t>Seznamy souřadnic podrobných bodů (ve formátu *.txt):</w:t>
      </w:r>
    </w:p>
    <w:p w14:paraId="62DB22EE" w14:textId="77777777" w:rsidR="00252A5C" w:rsidRPr="00436F79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436F79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436F79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436F79" w:rsidRDefault="00252A5C" w:rsidP="00F21EDB">
      <w:pPr>
        <w:pStyle w:val="Text2-2"/>
        <w:numPr>
          <w:ilvl w:val="5"/>
          <w:numId w:val="14"/>
        </w:numPr>
      </w:pPr>
      <w:r w:rsidRPr="00436F79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436F79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436F79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436F79" w:rsidRDefault="00252A5C" w:rsidP="00F21EDB">
      <w:pPr>
        <w:pStyle w:val="Text2-2"/>
        <w:numPr>
          <w:ilvl w:val="4"/>
          <w:numId w:val="14"/>
        </w:numPr>
      </w:pPr>
      <w:r w:rsidRPr="00436F79">
        <w:t>Výkresové soubory (ve formátu *.dgn). Název souboru musí začínat „DSPS_PVS_, KN_, NH_, PS_ nebo SO_“:</w:t>
      </w:r>
    </w:p>
    <w:p w14:paraId="16B6725F" w14:textId="77777777" w:rsidR="00443D42" w:rsidRPr="00436F79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436F79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436F79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436F79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436F79" w:rsidRDefault="00443D42" w:rsidP="00F21EDB">
      <w:pPr>
        <w:pStyle w:val="Text2-2"/>
        <w:numPr>
          <w:ilvl w:val="5"/>
          <w:numId w:val="14"/>
        </w:numPr>
      </w:pPr>
      <w:r w:rsidRPr="00436F79">
        <w:t>Výkres v M 1:1000 se zákresem platné mapy KN,</w:t>
      </w:r>
    </w:p>
    <w:p w14:paraId="52AE6075" w14:textId="77777777" w:rsidR="00443D42" w:rsidRPr="00436F79" w:rsidRDefault="00443D42" w:rsidP="00F21EDB">
      <w:pPr>
        <w:pStyle w:val="Text2-2"/>
        <w:numPr>
          <w:ilvl w:val="5"/>
          <w:numId w:val="14"/>
        </w:numPr>
      </w:pPr>
      <w:r w:rsidRPr="00436F79">
        <w:t>Výkres v M 1:1000 se zákresem nové hranice ČD, SŽ po stavbě.</w:t>
      </w:r>
    </w:p>
    <w:p w14:paraId="06B758E6" w14:textId="77777777" w:rsidR="00443D42" w:rsidRPr="00436F79" w:rsidRDefault="00443D42" w:rsidP="00F21EDB">
      <w:pPr>
        <w:pStyle w:val="Text2-2"/>
        <w:numPr>
          <w:ilvl w:val="4"/>
          <w:numId w:val="14"/>
        </w:numPr>
      </w:pPr>
      <w:r w:rsidRPr="00436F79">
        <w:t>Předané geodetické části DSPS jednotlivých PS a SO</w:t>
      </w:r>
    </w:p>
    <w:p w14:paraId="42DA34B7" w14:textId="77777777" w:rsidR="00443D42" w:rsidRPr="00436F79" w:rsidRDefault="00443D42" w:rsidP="00F21EDB">
      <w:pPr>
        <w:pStyle w:val="Text2-2"/>
        <w:numPr>
          <w:ilvl w:val="5"/>
          <w:numId w:val="14"/>
        </w:numPr>
      </w:pPr>
      <w:r w:rsidRPr="00436F79">
        <w:t>Seznam čísel a názvů PS a SO s uvedením zhotovitele geodetické části DSPS jednotlivých PS a SO (ve formátu *.</w:t>
      </w:r>
      <w:proofErr w:type="spellStart"/>
      <w:r w:rsidRPr="00436F79">
        <w:t>xlsx</w:t>
      </w:r>
      <w:proofErr w:type="spellEnd"/>
      <w:r w:rsidRPr="00436F79">
        <w:t>),</w:t>
      </w:r>
    </w:p>
    <w:p w14:paraId="48251D0F" w14:textId="77777777" w:rsidR="006C0E7C" w:rsidRPr="00436F79" w:rsidRDefault="00443D42" w:rsidP="00F21EDB">
      <w:pPr>
        <w:pStyle w:val="Text2-2"/>
        <w:numPr>
          <w:ilvl w:val="5"/>
          <w:numId w:val="14"/>
        </w:numPr>
      </w:pPr>
      <w:r w:rsidRPr="00436F79">
        <w:t>TZ k jednotlivým PS a SO (ve formátu *.pdf),</w:t>
      </w:r>
    </w:p>
    <w:p w14:paraId="52D8945A" w14:textId="77777777" w:rsidR="0093323A" w:rsidRPr="00436F79" w:rsidRDefault="0093323A" w:rsidP="00F21EDB">
      <w:pPr>
        <w:pStyle w:val="Text2-2"/>
        <w:numPr>
          <w:ilvl w:val="5"/>
          <w:numId w:val="14"/>
        </w:numPr>
      </w:pPr>
      <w:r w:rsidRPr="00436F79">
        <w:t>Seznam souřadnic, výšek a charakteristik podrobných bodů k jednotlivým SO a PS (ve formátu *.txt</w:t>
      </w:r>
      <w:r w:rsidR="007F5DDD" w:rsidRPr="00436F79">
        <w:t>),</w:t>
      </w:r>
    </w:p>
    <w:p w14:paraId="59C01A9C" w14:textId="77777777" w:rsidR="0093323A" w:rsidRPr="00436F79" w:rsidRDefault="0093323A" w:rsidP="00F21EDB">
      <w:pPr>
        <w:pStyle w:val="Text2-2"/>
        <w:numPr>
          <w:ilvl w:val="5"/>
          <w:numId w:val="14"/>
        </w:numPr>
      </w:pPr>
      <w:r w:rsidRPr="00436F79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436F79" w:rsidRDefault="0093323A" w:rsidP="00F21EDB">
      <w:pPr>
        <w:pStyle w:val="Text2-2"/>
        <w:numPr>
          <w:ilvl w:val="5"/>
          <w:numId w:val="14"/>
        </w:numPr>
      </w:pPr>
      <w:r w:rsidRPr="00436F79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436F79" w:rsidRDefault="005220AF" w:rsidP="00F21EDB">
      <w:pPr>
        <w:pStyle w:val="Text2-2"/>
        <w:numPr>
          <w:ilvl w:val="5"/>
          <w:numId w:val="14"/>
        </w:numPr>
      </w:pPr>
      <w:r w:rsidRPr="00436F79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436F79" w:rsidRDefault="005220AF" w:rsidP="00F21EDB">
      <w:pPr>
        <w:pStyle w:val="Text2-2"/>
        <w:numPr>
          <w:ilvl w:val="4"/>
          <w:numId w:val="14"/>
        </w:numPr>
      </w:pPr>
      <w:r w:rsidRPr="00436F79">
        <w:t>Geometrické plány</w:t>
      </w:r>
    </w:p>
    <w:p w14:paraId="2517EEEB" w14:textId="77777777" w:rsidR="005220AF" w:rsidRPr="00436F79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436F79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436F79" w:rsidRDefault="005220AF" w:rsidP="00F21EDB">
      <w:pPr>
        <w:pStyle w:val="Text2-2"/>
        <w:numPr>
          <w:ilvl w:val="5"/>
          <w:numId w:val="14"/>
        </w:numPr>
        <w:spacing w:after="240"/>
      </w:pPr>
      <w:r w:rsidRPr="00436F79">
        <w:t xml:space="preserve">Geometrické plány a přílohy dle </w:t>
      </w:r>
      <w:proofErr w:type="spellStart"/>
      <w:r w:rsidRPr="00436F79">
        <w:t>podčlánku</w:t>
      </w:r>
      <w:proofErr w:type="spellEnd"/>
      <w:r w:rsidRPr="00436F79">
        <w:t xml:space="preserve"> 1.7.3.5 Kapitoly 1 TKP.</w:t>
      </w:r>
    </w:p>
    <w:p w14:paraId="7566AFC7" w14:textId="77777777" w:rsidR="005220AF" w:rsidRPr="00436F79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436F79">
        <w:rPr>
          <w:sz w:val="18"/>
          <w:szCs w:val="18"/>
        </w:rPr>
        <w:lastRenderedPageBreak/>
        <w:t>Dokumentace definitivního zajištění koleje dle předpisu SŽDC S3 Železniční svršek, Díl III Zajištění prostorové polohy koleje (ve formátu *.</w:t>
      </w:r>
      <w:proofErr w:type="spellStart"/>
      <w:r w:rsidRPr="00436F79">
        <w:rPr>
          <w:sz w:val="18"/>
          <w:szCs w:val="18"/>
        </w:rPr>
        <w:t>docx</w:t>
      </w:r>
      <w:proofErr w:type="spellEnd"/>
      <w:r w:rsidRPr="00436F79">
        <w:rPr>
          <w:sz w:val="18"/>
          <w:szCs w:val="18"/>
        </w:rPr>
        <w:t>,*.</w:t>
      </w:r>
      <w:proofErr w:type="spellStart"/>
      <w:r w:rsidRPr="00436F79">
        <w:rPr>
          <w:sz w:val="18"/>
          <w:szCs w:val="18"/>
        </w:rPr>
        <w:t>xlsx</w:t>
      </w:r>
      <w:proofErr w:type="spellEnd"/>
      <w:r w:rsidRPr="00436F79">
        <w:rPr>
          <w:sz w:val="18"/>
          <w:szCs w:val="18"/>
        </w:rPr>
        <w:t>, *.</w:t>
      </w:r>
      <w:proofErr w:type="spellStart"/>
      <w:r w:rsidRPr="00436F79">
        <w:rPr>
          <w:sz w:val="18"/>
          <w:szCs w:val="18"/>
        </w:rPr>
        <w:t>dwg</w:t>
      </w:r>
      <w:proofErr w:type="spellEnd"/>
      <w:r w:rsidRPr="00436F79">
        <w:rPr>
          <w:sz w:val="18"/>
          <w:szCs w:val="18"/>
        </w:rPr>
        <w:t>, *.</w:t>
      </w:r>
      <w:proofErr w:type="spellStart"/>
      <w:r w:rsidRPr="00436F79">
        <w:rPr>
          <w:sz w:val="18"/>
          <w:szCs w:val="18"/>
        </w:rPr>
        <w:t>dng</w:t>
      </w:r>
      <w:proofErr w:type="spellEnd"/>
      <w:r w:rsidRPr="00436F79">
        <w:rPr>
          <w:sz w:val="18"/>
          <w:szCs w:val="18"/>
        </w:rPr>
        <w:t>, případně *.</w:t>
      </w:r>
      <w:proofErr w:type="spellStart"/>
      <w:r w:rsidRPr="00436F79">
        <w:rPr>
          <w:sz w:val="18"/>
          <w:szCs w:val="18"/>
        </w:rPr>
        <w:t>dfx</w:t>
      </w:r>
      <w:proofErr w:type="spellEnd"/>
      <w:r w:rsidRPr="00436F79">
        <w:rPr>
          <w:sz w:val="18"/>
          <w:szCs w:val="18"/>
        </w:rPr>
        <w:t xml:space="preserve"> a *.</w:t>
      </w:r>
      <w:proofErr w:type="spellStart"/>
      <w:r w:rsidRPr="00436F79">
        <w:rPr>
          <w:sz w:val="18"/>
          <w:szCs w:val="18"/>
        </w:rPr>
        <w:t>pdf</w:t>
      </w:r>
      <w:proofErr w:type="spellEnd"/>
      <w:r w:rsidRPr="00436F79">
        <w:rPr>
          <w:sz w:val="18"/>
          <w:szCs w:val="18"/>
        </w:rPr>
        <w:t>).</w:t>
      </w:r>
    </w:p>
    <w:p w14:paraId="7F724E90" w14:textId="77777777" w:rsidR="009F244D" w:rsidRPr="00436F79" w:rsidRDefault="009F244D" w:rsidP="009F244D">
      <w:pPr>
        <w:pStyle w:val="Text2-2"/>
      </w:pPr>
      <w:r w:rsidRPr="00436F79">
        <w:t>V listinné podobě bude DSPS předána v rozsahu čl. 4.1.</w:t>
      </w:r>
      <w:r w:rsidR="00FD5F18" w:rsidRPr="00436F79">
        <w:t>3.</w:t>
      </w:r>
      <w:r w:rsidR="001D0D0C" w:rsidRPr="00436F79">
        <w:t>31</w:t>
      </w:r>
      <w:r w:rsidRPr="00436F79">
        <w:t xml:space="preserve"> těchto ZTP dle části a), e), </w:t>
      </w:r>
      <w:proofErr w:type="gramStart"/>
      <w:r w:rsidRPr="00436F79">
        <w:t>f)(</w:t>
      </w:r>
      <w:proofErr w:type="gramEnd"/>
      <w:r w:rsidRPr="00436F79">
        <w:t>v) a f)(vi).</w:t>
      </w:r>
    </w:p>
    <w:p w14:paraId="5F3CF275" w14:textId="77777777" w:rsidR="009F244D" w:rsidRPr="00436F79" w:rsidRDefault="009F244D" w:rsidP="009F244D">
      <w:pPr>
        <w:pStyle w:val="Text2-2"/>
      </w:pPr>
      <w:r w:rsidRPr="00436F79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436F79" w:rsidRDefault="009F244D" w:rsidP="00F21EDB">
      <w:pPr>
        <w:pStyle w:val="Text2-2"/>
      </w:pPr>
      <w:r w:rsidRPr="00436F79">
        <w:rPr>
          <w:b/>
        </w:rPr>
        <w:t>Součástí dokumentů skutečného provedení stavby</w:t>
      </w:r>
      <w:r w:rsidRPr="00436F79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436F79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436F79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436F79" w:rsidRDefault="009F244D" w:rsidP="00F21EDB">
      <w:pPr>
        <w:pStyle w:val="Text2-2"/>
        <w:numPr>
          <w:ilvl w:val="4"/>
          <w:numId w:val="14"/>
        </w:numPr>
      </w:pPr>
      <w:r w:rsidRPr="00436F79">
        <w:t>doklady o projednání PDPS,</w:t>
      </w:r>
    </w:p>
    <w:p w14:paraId="17D05DC8" w14:textId="77777777" w:rsidR="009F244D" w:rsidRPr="00436F79" w:rsidRDefault="009F244D" w:rsidP="00F21EDB">
      <w:pPr>
        <w:pStyle w:val="Text2-2"/>
        <w:numPr>
          <w:ilvl w:val="4"/>
          <w:numId w:val="14"/>
        </w:numPr>
      </w:pPr>
      <w:r w:rsidRPr="00436F79">
        <w:t>závazná stanoviska dotčených orgánů a další doklady o jednání s dotčenými orgány a účastníky stavebního řízení,</w:t>
      </w:r>
    </w:p>
    <w:p w14:paraId="2FAA8CA9" w14:textId="77777777" w:rsidR="009F244D" w:rsidRPr="00436F79" w:rsidRDefault="009F244D" w:rsidP="00F21EDB">
      <w:pPr>
        <w:pStyle w:val="Text2-2"/>
        <w:numPr>
          <w:ilvl w:val="4"/>
          <w:numId w:val="14"/>
        </w:numPr>
      </w:pPr>
      <w:r w:rsidRPr="00436F79">
        <w:t>vyjádření vlastníků a správců dotčených inženýrských sítí,</w:t>
      </w:r>
    </w:p>
    <w:p w14:paraId="3CE3026A" w14:textId="77777777" w:rsidR="009F244D" w:rsidRPr="00436F79" w:rsidRDefault="009F244D" w:rsidP="00F21EDB">
      <w:pPr>
        <w:pStyle w:val="Text2-2"/>
        <w:numPr>
          <w:ilvl w:val="4"/>
          <w:numId w:val="14"/>
        </w:numPr>
      </w:pPr>
      <w:r w:rsidRPr="00436F79">
        <w:t>doklady o projednání s vlastníky pozemků a staveb nebo bytů a nebytových prostor dotčených stavbou, popř. s jinými oprávněnými subjekty.</w:t>
      </w:r>
    </w:p>
    <w:p w14:paraId="6BE0803C" w14:textId="77777777" w:rsidR="009F244D" w:rsidRPr="00436F79" w:rsidRDefault="009F244D" w:rsidP="00F21EDB">
      <w:pPr>
        <w:pStyle w:val="Text2-2"/>
      </w:pPr>
      <w:r w:rsidRPr="00436F79">
        <w:t xml:space="preserve">Zhotovitel je v termínu do 7 dnů od účinnosti SOD povinen písemně oznámit Objednateli (TDS) </w:t>
      </w:r>
      <w:r w:rsidRPr="00436F79">
        <w:rPr>
          <w:b/>
        </w:rPr>
        <w:t>vady a nedostatky v Projektové dokumentaci</w:t>
      </w:r>
      <w:r w:rsidRPr="00436F79">
        <w:t xml:space="preserve">, u kterých lze oprávněně předpokládat, že vlivem stavební činnosti a veškeré činnosti Zhotovitele, spojené s prováděním Díla, </w:t>
      </w:r>
      <w:r w:rsidRPr="00436F79">
        <w:rPr>
          <w:b/>
        </w:rPr>
        <w:t>budou mít negativní/škodlivý</w:t>
      </w:r>
      <w:r w:rsidRPr="00436F79">
        <w:t xml:space="preserve"> </w:t>
      </w:r>
      <w:r w:rsidRPr="00436F79">
        <w:rPr>
          <w:b/>
        </w:rPr>
        <w:t>vliv na životní prostředí</w:t>
      </w:r>
      <w:r w:rsidRPr="00436F79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436F79" w:rsidRDefault="006F687F" w:rsidP="00F21EDB">
      <w:pPr>
        <w:pStyle w:val="Text2-2"/>
      </w:pPr>
      <w:r w:rsidRPr="00436F79">
        <w:t xml:space="preserve">Zhotovitel vždy předloží Objednateli před převzetím části Díla nebo Díla jako podklad ke kolaudačnímu souhlasu nebo kolaudačnímu rozhodnutí </w:t>
      </w:r>
      <w:r w:rsidRPr="00436F79">
        <w:rPr>
          <w:b/>
        </w:rPr>
        <w:t>doklady o nakládání s odpady</w:t>
      </w:r>
      <w:r w:rsidRPr="00436F79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436F79">
        <w:t>výzisku</w:t>
      </w:r>
      <w:proofErr w:type="spellEnd"/>
      <w:r w:rsidRPr="00436F79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Pr="00436F79" w:rsidRDefault="006F687F" w:rsidP="00F21EDB">
      <w:pPr>
        <w:pStyle w:val="Text2-2"/>
      </w:pPr>
      <w:r w:rsidRPr="00436F79">
        <w:t xml:space="preserve">Zhotovitel zpracuje </w:t>
      </w:r>
      <w:r w:rsidRPr="00436F79">
        <w:rPr>
          <w:b/>
        </w:rPr>
        <w:t>Závěrečnou zprávu odpadového hospodářství stavby</w:t>
      </w:r>
      <w:r w:rsidRPr="00436F79">
        <w:t xml:space="preserve"> podle závazné osnovy uvedené v Příloze B.1 směrnice SŽ SM096, Směrnice pro nakládání s odpady, čj. 36061/2022-SŽ-GŘ-O15 ze dne 1. 6. 2022 (dále jen „SŽ SM096“), včetně </w:t>
      </w:r>
      <w:r w:rsidRPr="00436F79">
        <w:rPr>
          <w:b/>
        </w:rPr>
        <w:t>Výkazu o předcházení vzniku odpadu a nakládání s odpady</w:t>
      </w:r>
      <w:r w:rsidRPr="00436F79">
        <w:t xml:space="preserve"> dle Přílohy B.2 směrnice SŽ SM096.</w:t>
      </w:r>
    </w:p>
    <w:p w14:paraId="194E9CD9" w14:textId="6AB37F9A" w:rsidR="006F687F" w:rsidRPr="00436F79" w:rsidRDefault="006C44FD" w:rsidP="0002227F">
      <w:pPr>
        <w:pStyle w:val="Text2-2"/>
      </w:pPr>
      <w:r w:rsidRPr="00436F79">
        <w:t>Zhotovitel se zavazuje Objednateli sdělit, kde bude dle požadavků právních předpisů uchovávat potřebné doklady o nakládání s odpady.</w:t>
      </w:r>
    </w:p>
    <w:p w14:paraId="77E40174" w14:textId="77777777" w:rsidR="00421120" w:rsidRPr="00436F79" w:rsidRDefault="00421120" w:rsidP="00F21EDB">
      <w:pPr>
        <w:pStyle w:val="Text2-2"/>
      </w:pPr>
      <w:r w:rsidRPr="00436F79">
        <w:t xml:space="preserve">Zhotovitel se zavazuje zajistit, že zaměstnanci Zhotovitele a Poddodavatelů v technických funkcích od funkce mistra (včetně) a výše budou při pobytu v prostoru Staveniště nosit na viditelném místě označení visačkou se jménem, </w:t>
      </w:r>
      <w:r w:rsidRPr="00436F79">
        <w:lastRenderedPageBreak/>
        <w:t>funkcí a podobenkou, ostatní zaměstnanci Zhotovitele budou na pracovním ochranném oděvu zřetelně označeni obchodní firmou nebo jménem Zhotovitele nebo Poddodavatele.</w:t>
      </w:r>
    </w:p>
    <w:p w14:paraId="55BEDD73" w14:textId="2DE8B9EF" w:rsidR="002F7D37" w:rsidRPr="00436F79" w:rsidRDefault="006F687F" w:rsidP="0002227F">
      <w:pPr>
        <w:pStyle w:val="Text2-2"/>
      </w:pPr>
      <w:r w:rsidRPr="00436F79">
        <w:t>Zhotovitel se zavazuje zajistit, že na všech vozidlech Zhotovitele a Poddodavatelů, používaných na Staveništi, bude viditelně vyznačena obchodní firma nebo jméno.</w:t>
      </w:r>
    </w:p>
    <w:p w14:paraId="16426AE8" w14:textId="77777777" w:rsidR="00DF7BAA" w:rsidRPr="00436F79" w:rsidRDefault="00DF7BAA" w:rsidP="00DF7BAA">
      <w:pPr>
        <w:pStyle w:val="Nadpis2-2"/>
      </w:pPr>
      <w:bookmarkStart w:id="36" w:name="_Toc121494850"/>
      <w:r w:rsidRPr="00436F79">
        <w:t>Zeměměřická činnost zhotovitele</w:t>
      </w:r>
      <w:bookmarkEnd w:id="36"/>
    </w:p>
    <w:p w14:paraId="3BEC51EC" w14:textId="77777777" w:rsidR="0002227F" w:rsidRPr="00436F79" w:rsidRDefault="0002227F" w:rsidP="0002227F">
      <w:pPr>
        <w:pStyle w:val="Text2-1"/>
      </w:pPr>
      <w:r w:rsidRPr="00436F79">
        <w:t>Zhotovitel zažádá jmenovaného ÚOZI (úředně oprávněný zeměměřičský inženýr) Objednatele Ing. Pavel Bělehrad, Tel. 972 625 479 Mob. 727 912 426, Belehrad@spravazeleznic.cz o zajištění aktuálních podkladů a postupu vyplývajícího z požadavků uvedených v TKP a těchto ZTP pro provedení díla nejpozději do termínu předání Staveniště.</w:t>
      </w:r>
    </w:p>
    <w:p w14:paraId="22C95300" w14:textId="2AEDF783" w:rsidR="00DC55C8" w:rsidRPr="00436F79" w:rsidRDefault="00DC55C8" w:rsidP="00DC55C8">
      <w:pPr>
        <w:pStyle w:val="Text2-1"/>
      </w:pPr>
      <w:r w:rsidRPr="00436F79">
        <w:t>Poskytování geodetických podkladů se řídí Pokynem generálního ředitele</w:t>
      </w:r>
      <w:bookmarkStart w:id="37" w:name="_Hlk113520772"/>
      <w:bookmarkStart w:id="38" w:name="_Hlk113520921"/>
      <w:r w:rsidR="00234F48" w:rsidRPr="00436F79">
        <w:t xml:space="preserve"> </w:t>
      </w:r>
      <w:r w:rsidRPr="00436F79">
        <w:t>SŽ</w:t>
      </w:r>
      <w:r w:rsidR="00C54E22" w:rsidRPr="00436F79">
        <w:t xml:space="preserve"> </w:t>
      </w:r>
      <w:r w:rsidRPr="00436F79">
        <w:t>PO-06/2020-GŘ</w:t>
      </w:r>
      <w:bookmarkEnd w:id="37"/>
      <w:bookmarkEnd w:id="38"/>
      <w:r w:rsidR="00157FB9" w:rsidRPr="00436F79">
        <w:t>, Pokyn generálního ředitele k poskytování geodetických podkladů a činností pro přípravu a realizaci opravných a investičních akcí.</w:t>
      </w:r>
    </w:p>
    <w:p w14:paraId="2081E5F1" w14:textId="77777777" w:rsidR="00DC55C8" w:rsidRPr="00436F79" w:rsidRDefault="00DC55C8" w:rsidP="00DC55C8">
      <w:pPr>
        <w:pStyle w:val="Text2-1"/>
      </w:pPr>
      <w:r w:rsidRPr="00436F79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436F79" w:rsidRDefault="00DC55C8" w:rsidP="00DC55C8">
      <w:pPr>
        <w:pStyle w:val="Text2-1"/>
      </w:pPr>
      <w:r w:rsidRPr="00436F79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436F79" w:rsidRDefault="00DC55C8" w:rsidP="00DC55C8">
      <w:pPr>
        <w:pStyle w:val="Text2-1"/>
      </w:pPr>
      <w:r w:rsidRPr="00436F79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436F79" w:rsidRDefault="00DC55C8" w:rsidP="00DC55C8">
      <w:pPr>
        <w:pStyle w:val="Text2-1"/>
      </w:pPr>
      <w:r w:rsidRPr="00436F79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436F79" w:rsidRDefault="00DC55C8" w:rsidP="00DC55C8">
      <w:pPr>
        <w:pStyle w:val="Text2-1"/>
      </w:pPr>
      <w:r w:rsidRPr="00436F79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 w:rsidRPr="00436F79">
        <w:t> čl. 1.7.3 TKP ZEMĚMĚŘICKÁ ČINNOST ZAJIŠŤOVANÁ ZHOTOVITELEM</w:t>
      </w:r>
      <w:bookmarkEnd w:id="39"/>
      <w:r w:rsidRPr="00436F79">
        <w:t xml:space="preserve"> a předá ÚOZI Objednatele ke kontrole.</w:t>
      </w:r>
    </w:p>
    <w:p w14:paraId="100ECCA3" w14:textId="77777777" w:rsidR="00DC55C8" w:rsidRPr="00436F79" w:rsidRDefault="00DC55C8" w:rsidP="00DC55C8">
      <w:pPr>
        <w:pStyle w:val="Text2-1"/>
      </w:pPr>
      <w:r w:rsidRPr="00436F79"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436F79">
        <w:rPr>
          <w:sz w:val="20"/>
          <w:szCs w:val="20"/>
        </w:rPr>
        <w:t xml:space="preserve"> </w:t>
      </w:r>
      <w:r w:rsidRPr="00436F79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436F79" w:rsidRDefault="00DC55C8" w:rsidP="00DC55C8">
      <w:pPr>
        <w:pStyle w:val="Text2-1"/>
      </w:pPr>
      <w:r w:rsidRPr="00436F79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436F79" w:rsidRDefault="00DC55C8" w:rsidP="00DC55C8">
      <w:pPr>
        <w:pStyle w:val="Text2-1"/>
      </w:pPr>
      <w:r w:rsidRPr="00436F79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436F79" w:rsidRDefault="00DC55C8" w:rsidP="00DC55C8">
      <w:pPr>
        <w:pStyle w:val="Text2-1"/>
      </w:pPr>
      <w:r w:rsidRPr="00436F79">
        <w:t xml:space="preserve">V případě úpravy GPK a zřízení BK, Zhotovitel před zahájením prací na zřízení BK zašle místně příslušnému správci PPK dle předpisu SŽDC S3/2 Bezstyková kolej, v platném </w:t>
      </w:r>
      <w:r w:rsidRPr="00436F79">
        <w:lastRenderedPageBreak/>
        <w:t>znění, bodu č. 107, dokumentaci k ověření PPK (viz také Metodický pokyn SŽDC M20/MP004 Metodický pokyn pro měření prostorové polohy koleje).</w:t>
      </w:r>
    </w:p>
    <w:p w14:paraId="5067E6D1" w14:textId="77777777" w:rsidR="00DC55C8" w:rsidRPr="00436F79" w:rsidRDefault="00DC55C8" w:rsidP="00DC55C8">
      <w:pPr>
        <w:pStyle w:val="Text2-1"/>
      </w:pPr>
      <w:r w:rsidRPr="00436F79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347491FE" w:rsidR="00DC55C8" w:rsidRPr="00436F79" w:rsidRDefault="00DC55C8" w:rsidP="00DC55C8">
      <w:pPr>
        <w:pStyle w:val="Text2-1"/>
      </w:pPr>
      <w:r w:rsidRPr="00436F79">
        <w:t xml:space="preserve">V případě, že je realizován PS, SO (nebo jeho část) v nové trase nebo nové poloze oproti </w:t>
      </w:r>
    </w:p>
    <w:p w14:paraId="5210E3F2" w14:textId="77777777" w:rsidR="00DC55C8" w:rsidRPr="00436F79" w:rsidRDefault="00DC55C8" w:rsidP="00DC55C8">
      <w:pPr>
        <w:pStyle w:val="Text2-1"/>
      </w:pPr>
      <w:r w:rsidRPr="00436F79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77777777" w:rsidR="00DF7BAA" w:rsidRPr="00436F79" w:rsidRDefault="00DF7BAA" w:rsidP="00DF7BAA">
      <w:pPr>
        <w:pStyle w:val="Nadpis2-2"/>
      </w:pPr>
      <w:bookmarkStart w:id="40" w:name="_Toc6410438"/>
      <w:bookmarkStart w:id="41" w:name="_Toc121494851"/>
      <w:r w:rsidRPr="00436F79">
        <w:t>Doklady překládané zhotovitelem</w:t>
      </w:r>
      <w:bookmarkEnd w:id="40"/>
      <w:bookmarkEnd w:id="41"/>
    </w:p>
    <w:p w14:paraId="6BC2C03D" w14:textId="77777777" w:rsidR="00DF7BAA" w:rsidRPr="00436F79" w:rsidRDefault="00DF7BAA" w:rsidP="00DF7BAA">
      <w:pPr>
        <w:pStyle w:val="Text2-1"/>
      </w:pPr>
      <w:r w:rsidRPr="00436F79">
        <w:t xml:space="preserve">Zhotovitel doloží </w:t>
      </w:r>
      <w:r w:rsidRPr="00436F79">
        <w:rPr>
          <w:b/>
        </w:rPr>
        <w:t>mimo jiné</w:t>
      </w:r>
      <w:r w:rsidRPr="00436F79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6E5B6772" w14:textId="77777777" w:rsidR="00A6631F" w:rsidRPr="00436F79" w:rsidRDefault="00A6631F" w:rsidP="00A6631F">
      <w:pPr>
        <w:pStyle w:val="Odrka1-1"/>
        <w:numPr>
          <w:ilvl w:val="0"/>
          <w:numId w:val="4"/>
        </w:numPr>
        <w:spacing w:after="60"/>
      </w:pPr>
      <w:r w:rsidRPr="00436F79">
        <w:t>Osvědčení o způsobilosti zhotovitele pro provádění prací ASP přesnou metodou pomocí dat naměřených měřícím zařízením PPK;</w:t>
      </w:r>
    </w:p>
    <w:p w14:paraId="439C6BC9" w14:textId="77777777" w:rsidR="00A6631F" w:rsidRPr="00436F79" w:rsidRDefault="00A6631F" w:rsidP="00A6631F">
      <w:pPr>
        <w:pStyle w:val="Odrka1-1"/>
      </w:pPr>
      <w:r w:rsidRPr="00436F79">
        <w:t xml:space="preserve">Oprávnění na provádění </w:t>
      </w:r>
      <w:proofErr w:type="spellStart"/>
      <w:r w:rsidRPr="00436F79">
        <w:t>odtavovacího-stykového</w:t>
      </w:r>
      <w:proofErr w:type="spellEnd"/>
      <w:r w:rsidRPr="00436F79">
        <w:t xml:space="preserve"> svařování kolejnic metodou </w:t>
      </w:r>
    </w:p>
    <w:p w14:paraId="62DFE319" w14:textId="77777777" w:rsidR="00A6631F" w:rsidRPr="00436F79" w:rsidRDefault="00A6631F" w:rsidP="00A6631F">
      <w:pPr>
        <w:pStyle w:val="Odrka1-1"/>
        <w:numPr>
          <w:ilvl w:val="0"/>
          <w:numId w:val="0"/>
        </w:numPr>
        <w:ind w:left="1077"/>
      </w:pPr>
      <w:r w:rsidRPr="00436F79">
        <w:t>OS-M;</w:t>
      </w:r>
    </w:p>
    <w:p w14:paraId="42181132" w14:textId="77777777" w:rsidR="00DF7BAA" w:rsidRPr="00436F79" w:rsidRDefault="00DF7BAA" w:rsidP="00DF7BAA">
      <w:pPr>
        <w:pStyle w:val="Text2-1"/>
      </w:pPr>
      <w:r w:rsidRPr="00436F79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3896ED24" w14:textId="4B847DF9" w:rsidR="002741D4" w:rsidRPr="00436F79" w:rsidRDefault="002741D4" w:rsidP="002741D4">
      <w:pPr>
        <w:pStyle w:val="Nadpis2-2"/>
      </w:pPr>
      <w:bookmarkStart w:id="42" w:name="_Toc6410439"/>
      <w:bookmarkStart w:id="43" w:name="_Toc121494852"/>
      <w:r w:rsidRPr="00436F79">
        <w:t xml:space="preserve">Železniční svršek </w:t>
      </w:r>
    </w:p>
    <w:p w14:paraId="6C3BAF7D" w14:textId="15EFFF4C" w:rsidR="002741D4" w:rsidRPr="00436F79" w:rsidRDefault="002741D4" w:rsidP="002741D4">
      <w:pPr>
        <w:pStyle w:val="Text2-1"/>
      </w:pPr>
      <w:r w:rsidRPr="00436F79">
        <w:t>Před zahájením zkušebního provozu stavby předá zhotovitel stavebnímu dozoru TBZ koleje včetně záznamu z výsledků měření geometrické polohy koleje z měřícího vozu.</w:t>
      </w:r>
    </w:p>
    <w:p w14:paraId="109FD0B0" w14:textId="1104E50B" w:rsidR="00EE6FF4" w:rsidRPr="00436F79" w:rsidRDefault="00DF7BAA" w:rsidP="00BE3BEB">
      <w:pPr>
        <w:pStyle w:val="Nadpis2-2"/>
      </w:pPr>
      <w:r w:rsidRPr="00436F79">
        <w:t>Dokumentace zhotovitele pro stavbu</w:t>
      </w:r>
      <w:bookmarkEnd w:id="42"/>
      <w:bookmarkEnd w:id="43"/>
    </w:p>
    <w:p w14:paraId="1227BFBE" w14:textId="6C00442A" w:rsidR="00DF7BAA" w:rsidRPr="00436F79" w:rsidRDefault="00740821" w:rsidP="00BE3BEB">
      <w:pPr>
        <w:pStyle w:val="Text2-1"/>
      </w:pPr>
      <w:r w:rsidRPr="00436F79">
        <w:t>Zhotovitel zpracuje technologické předpisy (</w:t>
      </w:r>
      <w:proofErr w:type="spellStart"/>
      <w:r w:rsidRPr="00436F79">
        <w:t>TePř</w:t>
      </w:r>
      <w:proofErr w:type="spellEnd"/>
      <w:r w:rsidRPr="00436F79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436F79">
        <w:t>.</w:t>
      </w:r>
    </w:p>
    <w:p w14:paraId="63F4CD51" w14:textId="27682BC0" w:rsidR="00D12C76" w:rsidRPr="00436F79" w:rsidRDefault="00DF7BAA" w:rsidP="00D12C76">
      <w:pPr>
        <w:pStyle w:val="Nadpis2-2"/>
      </w:pPr>
      <w:bookmarkStart w:id="44" w:name="_Toc6410440"/>
      <w:bookmarkStart w:id="45" w:name="_Toc121494853"/>
      <w:r w:rsidRPr="00436F79">
        <w:t>Dokumentace skutečného provedení stavby</w:t>
      </w:r>
      <w:bookmarkStart w:id="46" w:name="_Ref62136016"/>
      <w:bookmarkEnd w:id="44"/>
      <w:bookmarkEnd w:id="45"/>
    </w:p>
    <w:bookmarkEnd w:id="46"/>
    <w:p w14:paraId="00B8E2C3" w14:textId="4EC484FA" w:rsidR="00470F14" w:rsidRPr="00436F79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436F79">
        <w:t xml:space="preserve">Předání DSPS dle oddílu 1.11.5 Kapitoly 1 TKP </w:t>
      </w:r>
      <w:r w:rsidR="00525C0C" w:rsidRPr="00436F79">
        <w:t>a dle</w:t>
      </w:r>
      <w:r w:rsidRPr="00436F79">
        <w:t xml:space="preserve"> čl. 4.1.2.23 - 4.1.2.28 těchto ZTP proběhne na médiu: </w:t>
      </w:r>
      <w:r w:rsidRPr="00436F79">
        <w:rPr>
          <w:b/>
        </w:rPr>
        <w:t xml:space="preserve">USB </w:t>
      </w:r>
      <w:proofErr w:type="spellStart"/>
      <w:r w:rsidRPr="00436F79">
        <w:rPr>
          <w:b/>
        </w:rPr>
        <w:t>flash</w:t>
      </w:r>
      <w:proofErr w:type="spellEnd"/>
      <w:r w:rsidRPr="00436F79">
        <w:rPr>
          <w:b/>
        </w:rPr>
        <w:t xml:space="preserve"> </w:t>
      </w:r>
      <w:proofErr w:type="spellStart"/>
      <w:r w:rsidRPr="00436F79">
        <w:rPr>
          <w:b/>
        </w:rPr>
        <w:t>disk</w:t>
      </w:r>
      <w:r w:rsidR="00470F14" w:rsidRPr="00436F79">
        <w:rPr>
          <w:rFonts w:eastAsia="Verdana" w:cs="Times New Roman"/>
          <w:b/>
        </w:rPr>
        <w:t>disk</w:t>
      </w:r>
      <w:proofErr w:type="spellEnd"/>
      <w:r w:rsidR="00470F14" w:rsidRPr="00436F79">
        <w:rPr>
          <w:rFonts w:eastAsia="Verdana" w:cs="Times New Roman"/>
        </w:rPr>
        <w:t xml:space="preserve"> nebo </w:t>
      </w:r>
      <w:r w:rsidR="00470F14" w:rsidRPr="00436F79">
        <w:rPr>
          <w:rFonts w:eastAsia="Verdana" w:cs="Times New Roman"/>
          <w:b/>
        </w:rPr>
        <w:t>s využitím aplikace</w:t>
      </w:r>
      <w:r w:rsidR="00470F14" w:rsidRPr="00436F79">
        <w:rPr>
          <w:rFonts w:eastAsia="Verdana" w:cs="Times New Roman"/>
        </w:rPr>
        <w:t>, kterou si dodavatel může stáhnout na Portále modernizace dráhy (</w:t>
      </w:r>
      <w:hyperlink r:id="rId12" w:history="1">
        <w:r w:rsidR="00470F14" w:rsidRPr="00436F79">
          <w:rPr>
            <w:rFonts w:eastAsia="Verdana" w:cs="Times New Roman"/>
            <w:noProof/>
            <w:u w:val="single"/>
          </w:rPr>
          <w:t>https://modernizace.spravazeleznic.cz</w:t>
        </w:r>
      </w:hyperlink>
      <w:r w:rsidR="00470F14" w:rsidRPr="00436F79">
        <w:rPr>
          <w:rFonts w:eastAsia="Verdana" w:cs="Times New Roman"/>
        </w:rPr>
        <w:t>). Helpdesk pro aplikaci poskytuje: p. Jaromír Talůžek, S</w:t>
      </w:r>
      <w:r w:rsidR="0045657D" w:rsidRPr="00436F79">
        <w:rPr>
          <w:rFonts w:eastAsia="Verdana" w:cs="Times New Roman"/>
        </w:rPr>
        <w:t>ŽT</w:t>
      </w:r>
      <w:r w:rsidR="00470F14" w:rsidRPr="00436F79">
        <w:rPr>
          <w:rFonts w:eastAsia="Verdana" w:cs="Times New Roman"/>
        </w:rPr>
        <w:t xml:space="preserve"> SŽ</w:t>
      </w:r>
      <w:r w:rsidR="0045657D" w:rsidRPr="00436F79">
        <w:rPr>
          <w:rFonts w:eastAsia="Verdana" w:cs="Times New Roman"/>
        </w:rPr>
        <w:t>,</w:t>
      </w:r>
      <w:r w:rsidR="00470F14" w:rsidRPr="00436F79">
        <w:rPr>
          <w:rFonts w:eastAsia="Verdana" w:cs="Times New Roman"/>
        </w:rPr>
        <w:t xml:space="preserve"> +420 606 796 338, Taluzek@spravazeleznic.cz</w:t>
      </w:r>
    </w:p>
    <w:p w14:paraId="3E131023" w14:textId="46B3C33A" w:rsidR="0068532E" w:rsidRPr="00436F79" w:rsidRDefault="0068532E" w:rsidP="0068532E">
      <w:pPr>
        <w:pStyle w:val="Nadpis2-2"/>
      </w:pPr>
      <w:r w:rsidRPr="00436F79">
        <w:t>Životní prostředí.</w:t>
      </w:r>
    </w:p>
    <w:p w14:paraId="1783C373" w14:textId="4F9C6672" w:rsidR="001860E7" w:rsidRPr="00436F79" w:rsidRDefault="001860E7" w:rsidP="001860E7">
      <w:pPr>
        <w:pStyle w:val="Text2-1"/>
        <w:rPr>
          <w:rStyle w:val="Tun"/>
        </w:rPr>
      </w:pPr>
      <w:r w:rsidRPr="00436F79">
        <w:rPr>
          <w:rStyle w:val="Tun"/>
        </w:rPr>
        <w:t xml:space="preserve">Nakládání s odpady </w:t>
      </w:r>
    </w:p>
    <w:p w14:paraId="34EDCA4D" w14:textId="33DA9856" w:rsidR="00E50E94" w:rsidRPr="00436F79" w:rsidRDefault="00E50E94" w:rsidP="00E50E94">
      <w:pPr>
        <w:pStyle w:val="Text2-2"/>
        <w:rPr>
          <w:rStyle w:val="Tun"/>
        </w:rPr>
      </w:pPr>
      <w:r w:rsidRPr="00436F79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71602791" w14:textId="184F4050" w:rsidR="00DF7BAA" w:rsidRPr="00436F79" w:rsidRDefault="00E50E94" w:rsidP="00DF7BAA">
      <w:pPr>
        <w:pStyle w:val="Text2-2"/>
        <w:rPr>
          <w:b/>
        </w:rPr>
      </w:pPr>
      <w:r w:rsidRPr="00436F79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73DA9B5F" w14:textId="77777777" w:rsidR="002741D4" w:rsidRPr="00436F79" w:rsidRDefault="002741D4" w:rsidP="002741D4">
      <w:pPr>
        <w:pStyle w:val="Text2-1"/>
      </w:pPr>
      <w:r w:rsidRPr="00436F79">
        <w:lastRenderedPageBreak/>
        <w:t>Rozhodující milníky jsou především zahájení a ukončení prací ve výluce.</w:t>
      </w:r>
    </w:p>
    <w:p w14:paraId="34CC474A" w14:textId="77777777" w:rsidR="00DF7BAA" w:rsidRPr="00436F79" w:rsidRDefault="00DF7BAA" w:rsidP="00DF7BAA">
      <w:pPr>
        <w:pStyle w:val="Text2-1"/>
      </w:pPr>
      <w:r w:rsidRPr="00436F79">
        <w:t>V harmonogramu postupu prací je nutno dle ZOV v Projektové dokumentaci respektovat zejména následující požadavky a termíny:</w:t>
      </w:r>
    </w:p>
    <w:p w14:paraId="1BD79F7A" w14:textId="77777777" w:rsidR="00DF7BAA" w:rsidRPr="00436F79" w:rsidRDefault="00DF7BAA" w:rsidP="0047647C">
      <w:pPr>
        <w:pStyle w:val="Odrka1-1"/>
        <w:numPr>
          <w:ilvl w:val="0"/>
          <w:numId w:val="4"/>
        </w:numPr>
        <w:spacing w:after="60"/>
      </w:pPr>
      <w:r w:rsidRPr="00436F79">
        <w:t>termín zahájení a ukončení stavby</w:t>
      </w:r>
    </w:p>
    <w:p w14:paraId="3A0DCAA3" w14:textId="77777777" w:rsidR="00DF7BAA" w:rsidRPr="00436F79" w:rsidRDefault="00DF7BAA" w:rsidP="0047647C">
      <w:pPr>
        <w:pStyle w:val="Odrka1-1"/>
        <w:numPr>
          <w:ilvl w:val="0"/>
          <w:numId w:val="4"/>
        </w:numPr>
        <w:spacing w:after="60"/>
      </w:pPr>
      <w:r w:rsidRPr="00436F79">
        <w:t>možné termíny uvádění provozuschopných celků do provozu</w:t>
      </w:r>
    </w:p>
    <w:p w14:paraId="3E239559" w14:textId="77777777" w:rsidR="00DF7BAA" w:rsidRPr="00436F79" w:rsidRDefault="00DF7BAA" w:rsidP="0047647C">
      <w:pPr>
        <w:pStyle w:val="Odrka1-1"/>
        <w:numPr>
          <w:ilvl w:val="0"/>
          <w:numId w:val="4"/>
        </w:numPr>
        <w:spacing w:after="60"/>
      </w:pPr>
      <w:r w:rsidRPr="00436F79">
        <w:t>výlukovou činnost s maximálním využitím výlukových časů</w:t>
      </w:r>
    </w:p>
    <w:p w14:paraId="762551C4" w14:textId="77777777" w:rsidR="00DF7BAA" w:rsidRPr="00436F79" w:rsidRDefault="00DF7BAA" w:rsidP="0047647C">
      <w:pPr>
        <w:pStyle w:val="Odrka1-1"/>
        <w:numPr>
          <w:ilvl w:val="0"/>
          <w:numId w:val="4"/>
        </w:numPr>
        <w:spacing w:after="60"/>
      </w:pPr>
      <w:r w:rsidRPr="00436F79">
        <w:t>uzavírky pozemních komunikací</w:t>
      </w:r>
    </w:p>
    <w:p w14:paraId="10BED5A0" w14:textId="77777777" w:rsidR="00DF7BAA" w:rsidRPr="00436F79" w:rsidRDefault="00DF7BAA" w:rsidP="0047647C">
      <w:pPr>
        <w:pStyle w:val="Odrka1-1"/>
        <w:numPr>
          <w:ilvl w:val="0"/>
          <w:numId w:val="4"/>
        </w:numPr>
        <w:spacing w:after="60"/>
      </w:pPr>
      <w:r w:rsidRPr="00436F79">
        <w:t>přechodové stavy, provozní zkoušky (kontrolní a zkušební plán)</w:t>
      </w:r>
    </w:p>
    <w:p w14:paraId="041613B3" w14:textId="77777777" w:rsidR="00DF7BAA" w:rsidRPr="00436F79" w:rsidRDefault="00DF7BAA" w:rsidP="0047647C">
      <w:pPr>
        <w:pStyle w:val="Odrka1-1"/>
        <w:numPr>
          <w:ilvl w:val="0"/>
          <w:numId w:val="4"/>
        </w:numPr>
        <w:spacing w:after="60"/>
      </w:pPr>
      <w:r w:rsidRPr="00436F79">
        <w:t>koordinace se souběžně probíhajícími stavbami</w:t>
      </w:r>
    </w:p>
    <w:p w14:paraId="5DFE72D2" w14:textId="77777777" w:rsidR="00DF7BAA" w:rsidRPr="00436F79" w:rsidRDefault="00DF7BAA" w:rsidP="00DF7BAA">
      <w:pPr>
        <w:pStyle w:val="Text2-1"/>
      </w:pPr>
      <w:r w:rsidRPr="00436F79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436F79">
        <w:t>Z</w:t>
      </w:r>
      <w:r w:rsidRPr="00436F79">
        <w:t>hotoviteli navržené časové horizonty rozhodujících výluk s cílem dosáhnout jejich maximálního využití a sladění s výlukami sousedních staveb.</w:t>
      </w:r>
    </w:p>
    <w:p w14:paraId="3CB1DF3A" w14:textId="6F05CFF9" w:rsidR="000C397F" w:rsidRPr="00436F79" w:rsidRDefault="00DF7BAA" w:rsidP="000C397F">
      <w:pPr>
        <w:pStyle w:val="Text2-1"/>
      </w:pPr>
      <w:r w:rsidRPr="00436F79">
        <w:t xml:space="preserve">Závazným pro </w:t>
      </w:r>
      <w:r w:rsidR="00DB58AA" w:rsidRPr="00436F79">
        <w:t>Z</w:t>
      </w:r>
      <w:r w:rsidRPr="00436F79">
        <w:t>hotovitele jsou termíny a rozsah výluk, které jsou uvedeny v následující tabulce:</w:t>
      </w:r>
    </w:p>
    <w:p w14:paraId="14890D69" w14:textId="59BADE94" w:rsidR="000C397F" w:rsidRPr="00436F79" w:rsidRDefault="000C397F" w:rsidP="005D2C6C">
      <w:pPr>
        <w:pStyle w:val="TabulkaNadpis"/>
        <w:rPr>
          <w:highlight w:val="green"/>
        </w:rPr>
      </w:pP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436F79" w:rsidRPr="00436F79" w14:paraId="103D5F0D" w14:textId="77777777" w:rsidTr="003F6A5B">
        <w:tc>
          <w:tcPr>
            <w:tcW w:w="1327" w:type="dxa"/>
            <w:shd w:val="clear" w:color="auto" w:fill="auto"/>
          </w:tcPr>
          <w:p w14:paraId="7B4E09CB" w14:textId="77777777" w:rsidR="000C397F" w:rsidRPr="00436F79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b/>
                <w:sz w:val="14"/>
                <w:szCs w:val="18"/>
              </w:rPr>
            </w:pPr>
            <w:r w:rsidRPr="00436F79">
              <w:rPr>
                <w:rFonts w:eastAsia="Verdana" w:cs="Times New Roman"/>
                <w:b/>
                <w:sz w:val="14"/>
                <w:szCs w:val="18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7BDAA9E7" w14:textId="77777777" w:rsidR="000C397F" w:rsidRPr="00436F79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b/>
                <w:sz w:val="14"/>
                <w:szCs w:val="18"/>
              </w:rPr>
            </w:pPr>
            <w:r w:rsidRPr="00436F79">
              <w:rPr>
                <w:rFonts w:eastAsia="Verdana" w:cs="Times New Roman"/>
                <w:b/>
                <w:sz w:val="14"/>
                <w:szCs w:val="18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0EB4F82F" w14:textId="77777777" w:rsidR="000C397F" w:rsidRPr="00436F79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b/>
                <w:sz w:val="14"/>
                <w:szCs w:val="18"/>
              </w:rPr>
            </w:pPr>
            <w:r w:rsidRPr="00436F79">
              <w:rPr>
                <w:rFonts w:eastAsia="Verdana" w:cs="Times New Roman"/>
                <w:b/>
                <w:sz w:val="14"/>
                <w:szCs w:val="18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4FA1E0E4" w14:textId="77777777" w:rsidR="000C397F" w:rsidRPr="00436F79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b/>
                <w:sz w:val="14"/>
                <w:szCs w:val="18"/>
              </w:rPr>
            </w:pPr>
            <w:r w:rsidRPr="00436F79">
              <w:rPr>
                <w:rFonts w:eastAsia="Verdana" w:cs="Times New Roman"/>
                <w:b/>
                <w:sz w:val="14"/>
                <w:szCs w:val="18"/>
              </w:rPr>
              <w:t>Doba trvání</w:t>
            </w:r>
          </w:p>
        </w:tc>
      </w:tr>
      <w:tr w:rsidR="00436F79" w:rsidRPr="00436F79" w14:paraId="1D642155" w14:textId="77777777" w:rsidTr="003F6A5B">
        <w:tc>
          <w:tcPr>
            <w:tcW w:w="1327" w:type="dxa"/>
            <w:shd w:val="clear" w:color="auto" w:fill="auto"/>
          </w:tcPr>
          <w:p w14:paraId="1D742F7F" w14:textId="77777777" w:rsidR="000C397F" w:rsidRPr="00436F79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D4ED057" w14:textId="77777777" w:rsidR="000C397F" w:rsidRPr="00436F79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436F79">
              <w:rPr>
                <w:rFonts w:eastAsia="Verdana" w:cs="Times New Roman"/>
                <w:sz w:val="14"/>
                <w:szCs w:val="18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239B4BBC" w14:textId="77777777" w:rsidR="000C397F" w:rsidRPr="00436F79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17B532A2" w14:textId="18EE616C" w:rsidR="000C397F" w:rsidRPr="00436F79" w:rsidRDefault="0085291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436F79">
              <w:rPr>
                <w:rFonts w:eastAsia="Verdana" w:cs="Times New Roman"/>
                <w:sz w:val="14"/>
                <w:szCs w:val="18"/>
              </w:rPr>
              <w:t>září</w:t>
            </w:r>
            <w:r w:rsidR="000C397F" w:rsidRPr="00436F79">
              <w:rPr>
                <w:rFonts w:eastAsia="Verdana" w:cs="Times New Roman"/>
                <w:sz w:val="14"/>
                <w:szCs w:val="18"/>
              </w:rPr>
              <w:t xml:space="preserve"> 2023</w:t>
            </w:r>
          </w:p>
        </w:tc>
      </w:tr>
      <w:tr w:rsidR="00436F79" w:rsidRPr="00436F79" w14:paraId="52DCD284" w14:textId="77777777" w:rsidTr="003F6A5B">
        <w:tc>
          <w:tcPr>
            <w:tcW w:w="1327" w:type="dxa"/>
            <w:shd w:val="clear" w:color="auto" w:fill="auto"/>
          </w:tcPr>
          <w:p w14:paraId="255F815D" w14:textId="77777777" w:rsidR="000C397F" w:rsidRPr="00436F79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BF28B33" w14:textId="77777777" w:rsidR="000C397F" w:rsidRPr="00436F79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436F79">
              <w:rPr>
                <w:rFonts w:eastAsia="Verdana" w:cs="Times New Roman"/>
                <w:sz w:val="14"/>
                <w:szCs w:val="18"/>
              </w:rPr>
              <w:t>Přípravné práce</w:t>
            </w:r>
          </w:p>
        </w:tc>
        <w:tc>
          <w:tcPr>
            <w:tcW w:w="1701" w:type="dxa"/>
            <w:shd w:val="clear" w:color="auto" w:fill="auto"/>
          </w:tcPr>
          <w:p w14:paraId="02D30922" w14:textId="77777777" w:rsidR="000C397F" w:rsidRPr="00436F79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  <w:r w:rsidRPr="00436F79">
              <w:rPr>
                <w:rFonts w:eastAsia="Verdana" w:cs="Times New Roman"/>
                <w:sz w:val="14"/>
                <w:szCs w:val="18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75121C83" w14:textId="689DC152" w:rsidR="000C397F" w:rsidRPr="00436F79" w:rsidRDefault="00F70C89" w:rsidP="005A1D5C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436F79">
              <w:rPr>
                <w:rFonts w:eastAsia="Verdana" w:cs="Times New Roman"/>
                <w:sz w:val="14"/>
                <w:szCs w:val="18"/>
              </w:rPr>
              <w:t>září</w:t>
            </w:r>
            <w:r w:rsidR="000C397F" w:rsidRPr="00436F79">
              <w:rPr>
                <w:rFonts w:eastAsia="Verdana" w:cs="Times New Roman"/>
                <w:sz w:val="14"/>
                <w:szCs w:val="18"/>
              </w:rPr>
              <w:t xml:space="preserve"> 2023</w:t>
            </w:r>
          </w:p>
        </w:tc>
      </w:tr>
      <w:tr w:rsidR="00436F79" w:rsidRPr="00436F79" w14:paraId="708F22B1" w14:textId="77777777" w:rsidTr="003F6A5B">
        <w:tc>
          <w:tcPr>
            <w:tcW w:w="1327" w:type="dxa"/>
            <w:shd w:val="clear" w:color="auto" w:fill="auto"/>
          </w:tcPr>
          <w:p w14:paraId="7C84E558" w14:textId="77777777" w:rsidR="000C397F" w:rsidRPr="00436F79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5F678B" w14:textId="77777777" w:rsidR="000C397F" w:rsidRPr="00436F79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436F79">
              <w:rPr>
                <w:rFonts w:eastAsia="Verdana" w:cs="Times New Roman"/>
                <w:sz w:val="14"/>
                <w:szCs w:val="18"/>
              </w:rPr>
              <w:t>Hlavní opravné práce</w:t>
            </w:r>
          </w:p>
        </w:tc>
        <w:tc>
          <w:tcPr>
            <w:tcW w:w="1701" w:type="dxa"/>
            <w:shd w:val="clear" w:color="auto" w:fill="auto"/>
          </w:tcPr>
          <w:p w14:paraId="1413FBAB" w14:textId="16A806F6" w:rsidR="000C397F" w:rsidRPr="00436F79" w:rsidRDefault="00CD6B45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  <w:r w:rsidRPr="00436F79">
              <w:rPr>
                <w:rFonts w:eastAsia="Verdana" w:cs="Times New Roman"/>
                <w:sz w:val="14"/>
                <w:szCs w:val="18"/>
              </w:rPr>
              <w:t>Bez výluk</w:t>
            </w:r>
            <w:r w:rsidR="00F70C89" w:rsidRPr="00436F79">
              <w:rPr>
                <w:rFonts w:eastAsia="Verdana" w:cs="Times New Roman"/>
                <w:sz w:val="14"/>
                <w:szCs w:val="18"/>
              </w:rPr>
              <w:t>y</w:t>
            </w:r>
          </w:p>
        </w:tc>
        <w:tc>
          <w:tcPr>
            <w:tcW w:w="1985" w:type="dxa"/>
            <w:shd w:val="clear" w:color="auto" w:fill="auto"/>
          </w:tcPr>
          <w:p w14:paraId="5DAA7D20" w14:textId="0234CF5B" w:rsidR="000C397F" w:rsidRPr="00436F79" w:rsidRDefault="00F70C89" w:rsidP="0085291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proofErr w:type="gramStart"/>
            <w:r w:rsidRPr="00436F79">
              <w:rPr>
                <w:rFonts w:eastAsia="Verdana" w:cs="Times New Roman"/>
                <w:sz w:val="14"/>
                <w:szCs w:val="18"/>
              </w:rPr>
              <w:t>Říjen – listopad</w:t>
            </w:r>
            <w:proofErr w:type="gramEnd"/>
            <w:r w:rsidRPr="00436F79">
              <w:rPr>
                <w:rFonts w:eastAsia="Verdana" w:cs="Times New Roman"/>
                <w:sz w:val="14"/>
                <w:szCs w:val="18"/>
              </w:rPr>
              <w:t xml:space="preserve"> </w:t>
            </w:r>
            <w:r w:rsidR="00B75C90" w:rsidRPr="00436F79">
              <w:rPr>
                <w:rFonts w:eastAsia="Verdana" w:cs="Times New Roman"/>
                <w:sz w:val="14"/>
                <w:szCs w:val="18"/>
              </w:rPr>
              <w:t>2023</w:t>
            </w:r>
          </w:p>
        </w:tc>
      </w:tr>
      <w:tr w:rsidR="00436F79" w:rsidRPr="00436F79" w14:paraId="08284DEA" w14:textId="77777777" w:rsidTr="003F6A5B">
        <w:tc>
          <w:tcPr>
            <w:tcW w:w="1327" w:type="dxa"/>
            <w:shd w:val="clear" w:color="auto" w:fill="auto"/>
          </w:tcPr>
          <w:p w14:paraId="3E32D9FC" w14:textId="77777777" w:rsidR="000C397F" w:rsidRPr="00436F79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FE171C9" w14:textId="77777777" w:rsidR="000C397F" w:rsidRPr="00436F79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436F79">
              <w:rPr>
                <w:rFonts w:eastAsia="Verdana" w:cs="Times New Roman"/>
                <w:sz w:val="14"/>
                <w:szCs w:val="18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46D712AC" w14:textId="77777777" w:rsidR="000C397F" w:rsidRPr="00436F79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  <w:r w:rsidRPr="00436F79">
              <w:rPr>
                <w:rFonts w:eastAsia="Verdana" w:cs="Times New Roman"/>
                <w:sz w:val="14"/>
                <w:szCs w:val="18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43F4247B" w14:textId="5D5CDDAB" w:rsidR="000C397F" w:rsidRPr="00436F79" w:rsidRDefault="0085291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436F79">
              <w:rPr>
                <w:rFonts w:eastAsia="Verdana" w:cs="Times New Roman"/>
                <w:sz w:val="14"/>
                <w:szCs w:val="18"/>
              </w:rPr>
              <w:t>prosinec</w:t>
            </w:r>
            <w:r w:rsidR="000C397F" w:rsidRPr="00436F79">
              <w:rPr>
                <w:rFonts w:eastAsia="Verdana" w:cs="Times New Roman"/>
                <w:sz w:val="14"/>
                <w:szCs w:val="18"/>
              </w:rPr>
              <w:t xml:space="preserve"> 2023</w:t>
            </w:r>
          </w:p>
        </w:tc>
      </w:tr>
      <w:tr w:rsidR="00436F79" w:rsidRPr="00436F79" w14:paraId="51DB0E4D" w14:textId="77777777" w:rsidTr="003F6A5B">
        <w:tc>
          <w:tcPr>
            <w:tcW w:w="1327" w:type="dxa"/>
            <w:shd w:val="clear" w:color="auto" w:fill="auto"/>
          </w:tcPr>
          <w:p w14:paraId="0D41CB93" w14:textId="77777777" w:rsidR="000C397F" w:rsidRPr="00436F79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02B7768" w14:textId="77777777" w:rsidR="000C397F" w:rsidRPr="00436F79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436F79">
              <w:rPr>
                <w:rFonts w:eastAsia="Verdana" w:cs="Times New Roman"/>
                <w:sz w:val="14"/>
                <w:szCs w:val="18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0E90A2AE" w14:textId="77777777" w:rsidR="000C397F" w:rsidRPr="00436F79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DBDB524" w14:textId="1ED312C0" w:rsidR="000C397F" w:rsidRPr="00436F79" w:rsidRDefault="00F70C89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436F79">
              <w:rPr>
                <w:rFonts w:eastAsia="Verdana" w:cs="Times New Roman"/>
                <w:sz w:val="14"/>
                <w:szCs w:val="18"/>
              </w:rPr>
              <w:t>15.12</w:t>
            </w:r>
            <w:r w:rsidR="000C397F" w:rsidRPr="00436F79">
              <w:rPr>
                <w:rFonts w:eastAsia="Verdana" w:cs="Times New Roman"/>
                <w:sz w:val="14"/>
                <w:szCs w:val="18"/>
              </w:rPr>
              <w:t xml:space="preserve"> </w:t>
            </w:r>
            <w:r w:rsidRPr="00436F79">
              <w:rPr>
                <w:rFonts w:eastAsia="Verdana" w:cs="Times New Roman"/>
                <w:sz w:val="14"/>
                <w:szCs w:val="18"/>
              </w:rPr>
              <w:t>2023</w:t>
            </w:r>
          </w:p>
        </w:tc>
      </w:tr>
    </w:tbl>
    <w:p w14:paraId="1F8D5F13" w14:textId="77777777" w:rsidR="009D623F" w:rsidRPr="00436F79" w:rsidRDefault="009D623F" w:rsidP="000C397F">
      <w:pPr>
        <w:pStyle w:val="Textbezslovn"/>
        <w:ind w:left="0"/>
      </w:pPr>
    </w:p>
    <w:p w14:paraId="0D8514C7" w14:textId="77777777" w:rsidR="00DF7BAA" w:rsidRPr="00436F79" w:rsidRDefault="00DF7BAA" w:rsidP="00DF7BAA">
      <w:pPr>
        <w:pStyle w:val="Textbezslovn"/>
      </w:pPr>
      <w:r w:rsidRPr="00436F79">
        <w:t>*) Datum ukončení stavby je závislé na termínu zahájení stavebních prací</w:t>
      </w:r>
    </w:p>
    <w:p w14:paraId="3433DF18" w14:textId="77777777" w:rsidR="00DF7BAA" w:rsidRPr="00436F79" w:rsidRDefault="00DF7BAA" w:rsidP="00DF7BAA">
      <w:pPr>
        <w:pStyle w:val="Nadpis2-1"/>
      </w:pPr>
      <w:bookmarkStart w:id="47" w:name="_Toc6410461"/>
      <w:bookmarkStart w:id="48" w:name="_Toc121494872"/>
      <w:r w:rsidRPr="00436F79">
        <w:t>SOUVISEJÍCÍ DOKUMENTY A PŘEDPISY</w:t>
      </w:r>
      <w:bookmarkEnd w:id="47"/>
      <w:bookmarkEnd w:id="48"/>
    </w:p>
    <w:p w14:paraId="45027675" w14:textId="1384D317" w:rsidR="009C4EEA" w:rsidRPr="00436F79" w:rsidRDefault="009C4EEA" w:rsidP="009C4EEA">
      <w:pPr>
        <w:pStyle w:val="Text2-1"/>
      </w:pPr>
      <w:r w:rsidRPr="00436F79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436F79">
        <w:t xml:space="preserve"> (směrnice, vzorové listy, TKP, ZTP apod.), </w:t>
      </w:r>
      <w:r w:rsidRPr="00436F79">
        <w:rPr>
          <w:b/>
        </w:rPr>
        <w:t>vše v platném znění.</w:t>
      </w:r>
    </w:p>
    <w:p w14:paraId="0A873F13" w14:textId="77777777" w:rsidR="00024EF0" w:rsidRPr="00436F79" w:rsidRDefault="00024EF0" w:rsidP="00024EF0">
      <w:pPr>
        <w:pStyle w:val="Text2-1"/>
      </w:pPr>
      <w:r w:rsidRPr="00436F79">
        <w:t xml:space="preserve">Objednatel umožňuje Zhotoviteli přístup ke svým vnitřním dokumentům a předpisům a typové dokumentaci na webových stránkách: </w:t>
      </w:r>
    </w:p>
    <w:p w14:paraId="018B63D8" w14:textId="77777777" w:rsidR="00024EF0" w:rsidRPr="00C03A1A" w:rsidRDefault="00024EF0" w:rsidP="00024EF0">
      <w:pPr>
        <w:pStyle w:val="Textbezslovn"/>
      </w:pPr>
      <w:r w:rsidRPr="00C03A1A">
        <w:rPr>
          <w:rStyle w:val="Tun"/>
        </w:rPr>
        <w:t>www.spravazeleznic.cz v sekci „O nás / Vnitřní předpisy / odkaz Dokumenty a předpisy“</w:t>
      </w:r>
      <w:r w:rsidRPr="00C03A1A">
        <w:t xml:space="preserve"> </w:t>
      </w:r>
      <w:r w:rsidRPr="00C03A1A">
        <w:rPr>
          <w:spacing w:val="2"/>
        </w:rPr>
        <w:t>(https://www.spravazeleznic.cz/o-nas/vnitrni-predpisy-spravy-zeleznic/</w:t>
      </w:r>
      <w:r w:rsidRPr="00C03A1A">
        <w:rPr>
          <w:spacing w:val="2"/>
        </w:rPr>
        <w:br/>
        <w:t>dokumenty-a-</w:t>
      </w:r>
      <w:proofErr w:type="spellStart"/>
      <w:r w:rsidRPr="00C03A1A">
        <w:rPr>
          <w:spacing w:val="2"/>
        </w:rPr>
        <w:t>predpisy</w:t>
      </w:r>
      <w:proofErr w:type="spellEnd"/>
      <w:r w:rsidRPr="00C03A1A">
        <w:rPr>
          <w:spacing w:val="2"/>
        </w:rPr>
        <w:t>)</w:t>
      </w:r>
      <w:r w:rsidRPr="00C03A1A">
        <w:t xml:space="preserve"> a </w:t>
      </w:r>
      <w:r w:rsidRPr="00C03A1A">
        <w:rPr>
          <w:b/>
        </w:rPr>
        <w:t>https://typdok.tudc.cz/ v sekci „archiv TD“</w:t>
      </w:r>
      <w:r w:rsidRPr="00C03A1A">
        <w:t>.</w:t>
      </w:r>
    </w:p>
    <w:p w14:paraId="5B8201D3" w14:textId="77777777" w:rsidR="009C4EEA" w:rsidRPr="00C03A1A" w:rsidRDefault="009C4EEA" w:rsidP="009C4EEA">
      <w:pPr>
        <w:pStyle w:val="Textbezslovn"/>
      </w:pPr>
      <w:r w:rsidRPr="00C03A1A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C03A1A" w:rsidRDefault="009C4EEA" w:rsidP="009C4EEA">
      <w:pPr>
        <w:pStyle w:val="Textbezslovn"/>
        <w:keepNext/>
        <w:spacing w:after="0"/>
        <w:rPr>
          <w:rStyle w:val="Tun"/>
        </w:rPr>
      </w:pPr>
      <w:r w:rsidRPr="00C03A1A">
        <w:rPr>
          <w:rStyle w:val="Tun"/>
        </w:rPr>
        <w:t>Správa železnic, státní organizace</w:t>
      </w:r>
    </w:p>
    <w:p w14:paraId="29F4FCBC" w14:textId="77777777" w:rsidR="009C4EEA" w:rsidRPr="00C03A1A" w:rsidRDefault="009C4EEA" w:rsidP="009C4EEA">
      <w:pPr>
        <w:pStyle w:val="Textbezslovn"/>
        <w:keepNext/>
        <w:spacing w:after="0"/>
        <w:rPr>
          <w:rStyle w:val="Tun"/>
        </w:rPr>
      </w:pPr>
      <w:r w:rsidRPr="00C03A1A">
        <w:rPr>
          <w:rStyle w:val="Tun"/>
        </w:rPr>
        <w:t>Centrum telematiky a diagnostiky</w:t>
      </w:r>
    </w:p>
    <w:p w14:paraId="36908147" w14:textId="77777777" w:rsidR="00EF61C8" w:rsidRPr="00C03A1A" w:rsidRDefault="00EF61C8" w:rsidP="009C4EEA">
      <w:pPr>
        <w:pStyle w:val="Textbezslovn"/>
        <w:keepNext/>
        <w:spacing w:after="0"/>
        <w:rPr>
          <w:rStyle w:val="Tun"/>
        </w:rPr>
      </w:pPr>
      <w:r w:rsidRPr="00C03A1A">
        <w:rPr>
          <w:rStyle w:val="Tun"/>
        </w:rPr>
        <w:t>Úsek provozně technický, OHČ</w:t>
      </w:r>
    </w:p>
    <w:p w14:paraId="60BC577C" w14:textId="77777777" w:rsidR="009C4EEA" w:rsidRPr="00C03A1A" w:rsidRDefault="009C4EEA" w:rsidP="009C4EEA">
      <w:pPr>
        <w:pStyle w:val="Textbezslovn"/>
        <w:keepNext/>
        <w:spacing w:after="0"/>
      </w:pPr>
      <w:r w:rsidRPr="00C03A1A">
        <w:t>Jeremenkova 103/23</w:t>
      </w:r>
    </w:p>
    <w:p w14:paraId="34750FF5" w14:textId="77777777" w:rsidR="009C4EEA" w:rsidRPr="00C03A1A" w:rsidRDefault="009C4EEA" w:rsidP="009C4EEA">
      <w:pPr>
        <w:pStyle w:val="Textbezslovn"/>
      </w:pPr>
      <w:r w:rsidRPr="00C03A1A">
        <w:t>779 00 Olomouc</w:t>
      </w:r>
    </w:p>
    <w:p w14:paraId="09F1F0AA" w14:textId="77777777" w:rsidR="009C4EEA" w:rsidRPr="00C03A1A" w:rsidRDefault="009C4EEA" w:rsidP="009C4EEA">
      <w:pPr>
        <w:pStyle w:val="Textbezslovn"/>
      </w:pPr>
      <w:r w:rsidRPr="00C03A1A">
        <w:t xml:space="preserve">nebo e-mail: </w:t>
      </w:r>
      <w:r w:rsidR="002C1A2B" w:rsidRPr="00C03A1A">
        <w:rPr>
          <w:b/>
        </w:rPr>
        <w:t>typdok@spravazeleznic.cz</w:t>
      </w:r>
    </w:p>
    <w:p w14:paraId="21AA6840" w14:textId="77777777" w:rsidR="009C4EEA" w:rsidRPr="00C03A1A" w:rsidRDefault="009C4EEA" w:rsidP="009C4EEA">
      <w:pPr>
        <w:pStyle w:val="Textbezslovn"/>
        <w:spacing w:after="0"/>
      </w:pPr>
      <w:r w:rsidRPr="00C03A1A">
        <w:t>kontaktní osoba: paní Jarmila Strnadová, tel.: 972 742 396, mobil: 725 039 782</w:t>
      </w:r>
    </w:p>
    <w:p w14:paraId="6B2472A9" w14:textId="20AF44E0" w:rsidR="002B6B58" w:rsidRPr="00C03A1A" w:rsidRDefault="009C4EEA" w:rsidP="002741D4">
      <w:pPr>
        <w:pStyle w:val="Textbezslovn"/>
      </w:pPr>
      <w:r w:rsidRPr="00C03A1A">
        <w:t>Ceníky: https://typdok.tudc.cz/</w:t>
      </w:r>
      <w:bookmarkEnd w:id="5"/>
      <w:bookmarkEnd w:id="6"/>
      <w:bookmarkEnd w:id="7"/>
      <w:bookmarkEnd w:id="8"/>
      <w:bookmarkEnd w:id="9"/>
    </w:p>
    <w:sectPr w:rsidR="002B6B58" w:rsidRPr="00C03A1A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9F199" w14:textId="77777777" w:rsidR="008A4B8D" w:rsidRDefault="008A4B8D" w:rsidP="00962258">
      <w:pPr>
        <w:spacing w:after="0" w:line="240" w:lineRule="auto"/>
      </w:pPr>
      <w:r>
        <w:separator/>
      </w:r>
    </w:p>
  </w:endnote>
  <w:endnote w:type="continuationSeparator" w:id="0">
    <w:p w14:paraId="5B294277" w14:textId="77777777" w:rsidR="008A4B8D" w:rsidRDefault="008A4B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16E0F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CEE647F" w:rsidR="00916E0F" w:rsidRPr="00B8518B" w:rsidRDefault="00916E0F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3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3A1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742779C4" w:rsidR="00916E0F" w:rsidRDefault="005E1931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mostu v km 23,304 na trati Zastávka - Kralice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916E0F">
            <w:t>Příloha č. 2 c)</w:t>
          </w:r>
          <w:r w:rsidR="00916E0F" w:rsidRPr="003462EB">
            <w:t xml:space="preserve"> </w:t>
          </w:r>
        </w:p>
        <w:p w14:paraId="178E0553" w14:textId="77777777" w:rsidR="00916E0F" w:rsidRPr="003462EB" w:rsidRDefault="00916E0F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916E0F" w:rsidRPr="00614E71" w:rsidRDefault="00916E0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16E0F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5DA0FCFC" w:rsidR="00916E0F" w:rsidRDefault="005E1931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mostu v km 23,304 na trati Zastávka - Kralice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916E0F">
            <w:t>Příloha č. 2 c)</w:t>
          </w:r>
        </w:p>
        <w:p w14:paraId="5D9BD160" w14:textId="77777777" w:rsidR="00916E0F" w:rsidRPr="003462EB" w:rsidRDefault="00916E0F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5E3A44D8" w:rsidR="00916E0F" w:rsidRPr="009E09BE" w:rsidRDefault="00916E0F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3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3A1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916E0F" w:rsidRPr="00B8518B" w:rsidRDefault="00916E0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916E0F" w:rsidRPr="00B8518B" w:rsidRDefault="00916E0F" w:rsidP="00460660">
    <w:pPr>
      <w:pStyle w:val="Zpat"/>
      <w:rPr>
        <w:sz w:val="2"/>
        <w:szCs w:val="2"/>
      </w:rPr>
    </w:pPr>
  </w:p>
  <w:p w14:paraId="53F277EE" w14:textId="77777777" w:rsidR="00916E0F" w:rsidRDefault="00916E0F" w:rsidP="00757290">
    <w:pPr>
      <w:pStyle w:val="Zpatvlevo"/>
      <w:rPr>
        <w:rFonts w:cs="Calibri"/>
        <w:szCs w:val="12"/>
      </w:rPr>
    </w:pPr>
  </w:p>
  <w:p w14:paraId="17EFC080" w14:textId="77777777" w:rsidR="00916E0F" w:rsidRPr="00460660" w:rsidRDefault="00916E0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D0FB8" w14:textId="77777777" w:rsidR="008A4B8D" w:rsidRDefault="008A4B8D" w:rsidP="00962258">
      <w:pPr>
        <w:spacing w:after="0" w:line="240" w:lineRule="auto"/>
      </w:pPr>
      <w:r>
        <w:separator/>
      </w:r>
    </w:p>
  </w:footnote>
  <w:footnote w:type="continuationSeparator" w:id="0">
    <w:p w14:paraId="5AC938B8" w14:textId="77777777" w:rsidR="008A4B8D" w:rsidRDefault="008A4B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16E0F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916E0F" w:rsidRPr="00B8518B" w:rsidRDefault="00916E0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916E0F" w:rsidRDefault="00916E0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916E0F" w:rsidRPr="00D6163D" w:rsidRDefault="00916E0F" w:rsidP="00FC6389">
          <w:pPr>
            <w:pStyle w:val="Druhdokumentu"/>
          </w:pPr>
        </w:p>
      </w:tc>
    </w:tr>
    <w:tr w:rsidR="00916E0F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916E0F" w:rsidRPr="00B8518B" w:rsidRDefault="00916E0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916E0F" w:rsidRDefault="00916E0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916E0F" w:rsidRPr="00D6163D" w:rsidRDefault="00916E0F" w:rsidP="00FC6389">
          <w:pPr>
            <w:pStyle w:val="Druhdokumentu"/>
          </w:pPr>
        </w:p>
      </w:tc>
    </w:tr>
  </w:tbl>
  <w:p w14:paraId="53E85CAA" w14:textId="77777777" w:rsidR="00916E0F" w:rsidRPr="00D6163D" w:rsidRDefault="00916E0F" w:rsidP="00FC6389">
    <w:pPr>
      <w:pStyle w:val="Zhlav"/>
      <w:rPr>
        <w:sz w:val="8"/>
        <w:szCs w:val="8"/>
      </w:rPr>
    </w:pPr>
  </w:p>
  <w:p w14:paraId="1437D3AE" w14:textId="77777777" w:rsidR="00916E0F" w:rsidRPr="00460660" w:rsidRDefault="00916E0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27F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9724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397F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064A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1D4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82F"/>
    <w:rsid w:val="002E5B84"/>
    <w:rsid w:val="002E5C7B"/>
    <w:rsid w:val="002E6D26"/>
    <w:rsid w:val="002E7EA2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5A3E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6F79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362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D5C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1931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56792"/>
    <w:rsid w:val="00657A9D"/>
    <w:rsid w:val="006606DB"/>
    <w:rsid w:val="00660AD3"/>
    <w:rsid w:val="0066157F"/>
    <w:rsid w:val="00662559"/>
    <w:rsid w:val="0066271F"/>
    <w:rsid w:val="00662818"/>
    <w:rsid w:val="00672662"/>
    <w:rsid w:val="00672F4D"/>
    <w:rsid w:val="006776B6"/>
    <w:rsid w:val="00680384"/>
    <w:rsid w:val="0068532E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3EF3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2AE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286C"/>
    <w:rsid w:val="00846789"/>
    <w:rsid w:val="0085291F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B8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16E0F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5B2"/>
    <w:rsid w:val="00953E37"/>
    <w:rsid w:val="00957F1F"/>
    <w:rsid w:val="00962258"/>
    <w:rsid w:val="009625F2"/>
    <w:rsid w:val="009667B1"/>
    <w:rsid w:val="00967398"/>
    <w:rsid w:val="009678B7"/>
    <w:rsid w:val="00970289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04B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C90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11A0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E3BEB"/>
    <w:rsid w:val="00BF54FE"/>
    <w:rsid w:val="00BF6922"/>
    <w:rsid w:val="00BF6AEC"/>
    <w:rsid w:val="00C01A3A"/>
    <w:rsid w:val="00C02D0A"/>
    <w:rsid w:val="00C03A1A"/>
    <w:rsid w:val="00C03A6E"/>
    <w:rsid w:val="00C05C11"/>
    <w:rsid w:val="00C122E6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675B"/>
    <w:rsid w:val="00C4162B"/>
    <w:rsid w:val="00C42FE6"/>
    <w:rsid w:val="00C44F6A"/>
    <w:rsid w:val="00C45584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70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6B45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3966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782"/>
    <w:rsid w:val="00DF1B8A"/>
    <w:rsid w:val="00DF4DDD"/>
    <w:rsid w:val="00DF6C70"/>
    <w:rsid w:val="00DF7856"/>
    <w:rsid w:val="00DF7BAA"/>
    <w:rsid w:val="00DF7E2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45E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64FC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0C89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960A1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D60657"/>
    <w:rsid w:val="00DA36A4"/>
    <w:rsid w:val="00E64AFF"/>
    <w:rsid w:val="00EC1FE9"/>
    <w:rsid w:val="00F56CC5"/>
    <w:rsid w:val="00F72E8C"/>
    <w:rsid w:val="00FB47F9"/>
    <w:rsid w:val="00FB614A"/>
    <w:rsid w:val="00FD0324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96BAC8-D4D2-451A-8604-AFE27CB8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1800</TotalTime>
  <Pages>13</Pages>
  <Words>5129</Words>
  <Characters>30262</Characters>
  <Application>Microsoft Office Word</Application>
  <DocSecurity>0</DocSecurity>
  <Lines>252</Lines>
  <Paragraphs>70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Kugler Miroslav, Ing.</cp:lastModifiedBy>
  <cp:revision>14</cp:revision>
  <cp:lastPrinted>2022-12-07T13:03:00Z</cp:lastPrinted>
  <dcterms:created xsi:type="dcterms:W3CDTF">2023-06-12T06:39:00Z</dcterms:created>
  <dcterms:modified xsi:type="dcterms:W3CDTF">2023-08-30T11:01:00Z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